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383F3A" w14:textId="77777777" w:rsidR="007709B6" w:rsidRDefault="00EF632B" w:rsidP="001A5C46">
      <w:pPr>
        <w:pStyle w:val="Pis"/>
        <w:divId w:val="1054354771"/>
        <w:rPr>
          <w:color w:val="000000"/>
          <w:lang w:val="et-EE"/>
        </w:rPr>
      </w:pPr>
      <w:r w:rsidRPr="00D25B02">
        <w:rPr>
          <w:color w:val="000000"/>
          <w:lang w:val="et-EE"/>
        </w:rPr>
        <w:tab/>
      </w:r>
    </w:p>
    <w:p w14:paraId="1DDE62F9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7787A832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012A51" w14:paraId="6E4A511D" w14:textId="77777777" w:rsidTr="00012A51">
        <w:trPr>
          <w:divId w:val="1054354771"/>
          <w:cantSplit/>
          <w:trHeight w:hRule="exact" w:val="1304"/>
        </w:trPr>
        <w:tc>
          <w:tcPr>
            <w:tcW w:w="5000" w:type="pct"/>
            <w:vAlign w:val="center"/>
          </w:tcPr>
          <w:p w14:paraId="675CCDA6" w14:textId="1A1FA755" w:rsidR="00012A51" w:rsidRDefault="00012A51" w:rsidP="001A5C46">
            <w:pPr>
              <w:framePr w:w="4479" w:h="1304" w:hRule="exact" w:wrap="around" w:vAnchor="page" w:hAnchor="page" w:x="6976" w:y="1126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3416B062" w14:textId="77777777" w:rsidR="00012A51" w:rsidRDefault="00012A51" w:rsidP="001A5C46">
      <w:pPr>
        <w:framePr w:w="4479" w:h="1304" w:hRule="exact" w:wrap="around" w:vAnchor="page" w:hAnchor="page" w:x="6976" w:y="11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divId w:val="1054354771"/>
        <w:rPr>
          <w:rFonts w:ascii="Arial" w:hAnsi="Arial" w:cs="Arial"/>
          <w:sz w:val="16"/>
        </w:rPr>
      </w:pPr>
    </w:p>
    <w:p w14:paraId="65797A56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0057342D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</w:pPr>
    </w:p>
    <w:p w14:paraId="2C794A49" w14:textId="77777777" w:rsidR="007709B6" w:rsidRDefault="007709B6" w:rsidP="001A5C46">
      <w:pPr>
        <w:pStyle w:val="Pis"/>
        <w:divId w:val="1054354771"/>
        <w:rPr>
          <w:color w:val="000000"/>
          <w:lang w:val="et-EE"/>
        </w:rPr>
        <w:sectPr w:rsidR="007709B6" w:rsidSect="00CD115B">
          <w:headerReference w:type="first" r:id="rId8"/>
          <w:pgSz w:w="12240" w:h="15840"/>
          <w:pgMar w:top="1440" w:right="1800" w:bottom="1440" w:left="1800" w:header="720" w:footer="720" w:gutter="0"/>
          <w:cols w:space="708"/>
          <w:titlePg/>
          <w:docGrid w:linePitch="360"/>
        </w:sectPr>
      </w:pPr>
    </w:p>
    <w:tbl>
      <w:tblPr>
        <w:tblW w:w="5139" w:type="pct"/>
        <w:tblInd w:w="-6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880"/>
      </w:tblGrid>
      <w:tr w:rsidR="00EF632B" w:rsidRPr="000773E1" w14:paraId="268711C5" w14:textId="77777777" w:rsidTr="001256F3">
        <w:trPr>
          <w:trHeight w:val="207"/>
        </w:trPr>
        <w:tc>
          <w:tcPr>
            <w:tcW w:w="5000" w:type="pct"/>
            <w:vAlign w:val="center"/>
          </w:tcPr>
          <w:p w14:paraId="4423A53E" w14:textId="77777777" w:rsidR="00EF632B" w:rsidRPr="000773E1" w:rsidRDefault="00EF632B" w:rsidP="001A5C46">
            <w:pPr>
              <w:rPr>
                <w:noProof/>
                <w:color w:val="000000"/>
                <w:lang w:val="et-EE"/>
              </w:rPr>
            </w:pPr>
          </w:p>
        </w:tc>
      </w:tr>
      <w:tr w:rsidR="00EF632B" w:rsidRPr="000E5CD4" w14:paraId="422CC8E9" w14:textId="77777777" w:rsidTr="001256F3">
        <w:trPr>
          <w:trHeight w:val="1119"/>
        </w:trPr>
        <w:tc>
          <w:tcPr>
            <w:tcW w:w="5000" w:type="pct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6C168AB" w14:textId="0B517A90" w:rsidR="00EF632B" w:rsidRPr="000E5CD4" w:rsidRDefault="00EF632B" w:rsidP="001A5C46">
            <w:pPr>
              <w:pStyle w:val="Pealkiri1"/>
              <w:spacing w:after="280" w:afterAutospacing="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</w:pPr>
            <w:r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RAIEÕIGUSE VÕÕRANDAMISE</w:t>
            </w:r>
            <w:r w:rsidR="008931BB"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 xml:space="preserve"> </w:t>
            </w:r>
            <w:r w:rsidR="000773E1" w:rsidRPr="000E5CD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LEPING nr 3-3.6.4/</w:t>
            </w:r>
            <w:r w:rsidR="00403AE6">
              <w:rPr>
                <w:rFonts w:ascii="Times New Roman" w:hAnsi="Times New Roman"/>
                <w:noProof/>
                <w:color w:val="000000"/>
                <w:sz w:val="24"/>
                <w:szCs w:val="24"/>
                <w:lang w:val="et-EE"/>
              </w:rPr>
              <w:t>2024/1</w:t>
            </w:r>
          </w:p>
          <w:p w14:paraId="64D92124" w14:textId="60BB2AE0" w:rsidR="00544767" w:rsidRPr="000E5CD4" w:rsidRDefault="0065689E" w:rsidP="00544767">
            <w:pPr>
              <w:pStyle w:val="Normaallaadveeb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5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t-EE"/>
              </w:rPr>
              <w:tab/>
            </w:r>
            <w:r w:rsidRPr="000E5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t-EE"/>
              </w:rPr>
              <w:tab/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448594684"/>
                <w:placeholder>
                  <w:docPart w:val="1E979AF7B47C4A7CBF4C8B8DD9278F47"/>
                </w:placeholder>
                <w:date w:fullDate="2024-01-25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80D7D" w:rsidRPr="00A80D7D">
                  <w:rPr>
                    <w:rFonts w:ascii="Times New Roman" w:eastAsia="Calibri" w:hAnsi="Times New Roman" w:cs="Times New Roman"/>
                    <w:sz w:val="24"/>
                    <w:szCs w:val="24"/>
                    <w:lang w:val="et-EE"/>
                  </w:rPr>
                  <w:t>25.01.2024</w:t>
                </w:r>
              </w:sdtContent>
            </w:sdt>
          </w:p>
          <w:p w14:paraId="78D944AE" w14:textId="77777777" w:rsidR="008931BB" w:rsidRPr="000E5CD4" w:rsidRDefault="00544767" w:rsidP="00544767">
            <w:pPr>
              <w:pStyle w:val="Normaallaadveeb"/>
              <w:jc w:val="right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E5CD4">
              <w:rPr>
                <w:rFonts w:ascii="Times New Roman" w:eastAsia="Calibri" w:hAnsi="Times New Roman" w:cs="Times New Roman"/>
                <w:sz w:val="24"/>
                <w:szCs w:val="24"/>
              </w:rPr>
              <w:t>(hiliseima digitaalallkirja kuupäev)</w:t>
            </w:r>
            <w:r w:rsidR="000773E1" w:rsidRPr="000E5C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highlight w:val="yellow"/>
                <w:lang w:val="et-EE"/>
              </w:rPr>
              <w:t xml:space="preserve"> </w:t>
            </w:r>
          </w:p>
        </w:tc>
      </w:tr>
    </w:tbl>
    <w:p w14:paraId="4B247CAB" w14:textId="77777777" w:rsidR="00EF632B" w:rsidRPr="000E5CD4" w:rsidRDefault="00EF632B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E5CD4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Müüja andmed</w:t>
      </w:r>
      <w:r w:rsidRPr="000E5CD4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</w:p>
    <w:tbl>
      <w:tblPr>
        <w:tblW w:w="509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49"/>
        <w:gridCol w:w="2882"/>
        <w:gridCol w:w="2450"/>
      </w:tblGrid>
      <w:tr w:rsidR="00C504AE" w:rsidRPr="000840AC" w14:paraId="7C4FE797" w14:textId="77777777" w:rsidTr="001E5687">
        <w:tc>
          <w:tcPr>
            <w:tcW w:w="19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1CF86C9" w14:textId="77777777" w:rsidR="00EF632B" w:rsidRPr="000773E1" w:rsidRDefault="00EF632B" w:rsidP="001A5C46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Riigimetsa</w:t>
            </w:r>
            <w:r w:rsidR="008931BB" w:rsidRPr="000773E1">
              <w:rPr>
                <w:noProof/>
                <w:color w:val="000000"/>
                <w:lang w:val="et-EE"/>
              </w:rPr>
              <w:t xml:space="preserve"> </w:t>
            </w:r>
            <w:r w:rsidRPr="000773E1">
              <w:rPr>
                <w:noProof/>
                <w:color w:val="000000"/>
                <w:lang w:val="et-EE"/>
              </w:rPr>
              <w:t>Majandamise Keskus</w:t>
            </w:r>
            <w:r w:rsidRPr="000773E1">
              <w:rPr>
                <w:noProof/>
                <w:color w:val="000000"/>
                <w:lang w:val="et-EE"/>
              </w:rPr>
              <w:br/>
              <w:t>(RMK)</w:t>
            </w: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1729E9E" w14:textId="77777777" w:rsidR="0085156E" w:rsidRDefault="00EF632B" w:rsidP="00E134FF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Registrikood 70004459</w:t>
            </w:r>
            <w:r w:rsidRPr="000773E1">
              <w:rPr>
                <w:noProof/>
                <w:color w:val="000000"/>
                <w:lang w:val="et-EE"/>
              </w:rPr>
              <w:br/>
            </w:r>
            <w:r w:rsidR="0085156E">
              <w:rPr>
                <w:noProof/>
                <w:color w:val="000000"/>
                <w:lang w:val="et-EE"/>
              </w:rPr>
              <w:t xml:space="preserve">Mõisa/3, </w:t>
            </w:r>
            <w:r w:rsidR="00E134FF">
              <w:rPr>
                <w:noProof/>
                <w:color w:val="000000"/>
                <w:lang w:val="et-EE"/>
              </w:rPr>
              <w:t xml:space="preserve">Sagadi küla, </w:t>
            </w:r>
            <w:r w:rsidR="00273256">
              <w:rPr>
                <w:noProof/>
                <w:color w:val="000000"/>
                <w:lang w:val="et-EE"/>
              </w:rPr>
              <w:t>Haljala</w:t>
            </w:r>
            <w:r w:rsidR="00E134FF">
              <w:rPr>
                <w:noProof/>
                <w:color w:val="000000"/>
                <w:lang w:val="et-EE"/>
              </w:rPr>
              <w:t xml:space="preserve"> vald</w:t>
            </w:r>
            <w:r w:rsidR="0085156E">
              <w:rPr>
                <w:noProof/>
                <w:color w:val="000000"/>
                <w:lang w:val="et-EE"/>
              </w:rPr>
              <w:t>, 45403</w:t>
            </w:r>
          </w:p>
          <w:p w14:paraId="453BE5D2" w14:textId="77777777" w:rsidR="00EF632B" w:rsidRPr="000773E1" w:rsidRDefault="00E134FF" w:rsidP="00E134FF">
            <w:pPr>
              <w:rPr>
                <w:noProof/>
                <w:color w:val="000000"/>
                <w:lang w:val="et-EE"/>
              </w:rPr>
            </w:pPr>
            <w:r>
              <w:rPr>
                <w:noProof/>
                <w:color w:val="000000"/>
                <w:lang w:val="et-EE"/>
              </w:rPr>
              <w:t>Lääne-Viru maakond</w:t>
            </w:r>
            <w:r w:rsidR="00EF632B" w:rsidRPr="000773E1">
              <w:rPr>
                <w:noProof/>
                <w:color w:val="000000"/>
                <w:lang w:val="et-EE"/>
              </w:rPr>
              <w:t xml:space="preserve"> 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5EC7BA3" w14:textId="77777777" w:rsidR="00EF632B" w:rsidRPr="000773E1" w:rsidRDefault="007709B6" w:rsidP="001A5C46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>T</w:t>
            </w:r>
            <w:r w:rsidR="00EF632B" w:rsidRPr="000773E1">
              <w:rPr>
                <w:noProof/>
                <w:color w:val="000000"/>
                <w:lang w:val="et-EE"/>
              </w:rPr>
              <w:t>el 676</w:t>
            </w:r>
            <w:r w:rsidR="00AD39D1" w:rsidRPr="000773E1">
              <w:rPr>
                <w:noProof/>
                <w:color w:val="000000"/>
                <w:lang w:val="et-EE"/>
              </w:rPr>
              <w:t xml:space="preserve"> 7500</w:t>
            </w:r>
            <w:r w:rsidR="00EF632B" w:rsidRPr="000773E1">
              <w:rPr>
                <w:noProof/>
                <w:color w:val="000000"/>
                <w:lang w:val="et-EE"/>
              </w:rPr>
              <w:br/>
            </w:r>
            <w:r w:rsidRPr="000773E1">
              <w:rPr>
                <w:noProof/>
                <w:color w:val="000000"/>
                <w:lang w:val="et-EE"/>
              </w:rPr>
              <w:t>E</w:t>
            </w:r>
            <w:r w:rsidR="00EF632B" w:rsidRPr="000773E1">
              <w:rPr>
                <w:noProof/>
                <w:color w:val="000000"/>
                <w:lang w:val="et-EE"/>
              </w:rPr>
              <w:t xml:space="preserve">-post </w:t>
            </w:r>
            <w:r w:rsidR="00D64EF2" w:rsidRPr="000773E1">
              <w:rPr>
                <w:noProof/>
                <w:color w:val="000000"/>
                <w:lang w:val="et-EE"/>
              </w:rPr>
              <w:t>rmk@rmk.ee</w:t>
            </w:r>
          </w:p>
        </w:tc>
      </w:tr>
      <w:tr w:rsidR="00C504AE" w:rsidRPr="000840AC" w14:paraId="65CCE739" w14:textId="77777777" w:rsidTr="001E5687">
        <w:trPr>
          <w:trHeight w:val="67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07481B8" w14:textId="04DFA136" w:rsidR="00EF632B" w:rsidRDefault="00B940AB" w:rsidP="001A5C46">
            <w:r>
              <w:t>Raieõigusspetsialist Aivo Akkus</w:t>
            </w:r>
          </w:p>
          <w:p w14:paraId="30A13F0B" w14:textId="77777777" w:rsidR="00C504AE" w:rsidRPr="000773E1" w:rsidRDefault="00C504AE" w:rsidP="001A5C46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34FC629D" w14:textId="70D6E460" w:rsidR="00EF632B" w:rsidRPr="000773E1" w:rsidRDefault="00B940AB" w:rsidP="001A5C46">
            <w:pPr>
              <w:rPr>
                <w:noProof/>
                <w:color w:val="000000"/>
                <w:lang w:val="et-EE"/>
              </w:rPr>
            </w:pPr>
            <w:r>
              <w:t>39606076513</w:t>
            </w:r>
            <w:r w:rsidR="00601B90" w:rsidRPr="000773E1">
              <w:rPr>
                <w:noProof/>
                <w:color w:val="000000"/>
                <w:lang w:val="et-EE"/>
              </w:rPr>
              <w:br/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15FDDCD" w14:textId="20E45ED4" w:rsidR="00EF632B" w:rsidRPr="00C504AE" w:rsidRDefault="007709B6" w:rsidP="001A5C46">
            <w:r w:rsidRPr="000773E1">
              <w:rPr>
                <w:noProof/>
                <w:color w:val="000000"/>
                <w:lang w:val="et-EE"/>
              </w:rPr>
              <w:t>T</w:t>
            </w:r>
            <w:r w:rsidR="00D64EF2" w:rsidRPr="000773E1">
              <w:rPr>
                <w:noProof/>
                <w:color w:val="000000"/>
                <w:lang w:val="et-EE"/>
              </w:rPr>
              <w:t xml:space="preserve">el </w:t>
            </w:r>
            <w:r w:rsidR="00B940AB">
              <w:t>56811833</w:t>
            </w:r>
            <w:r w:rsidR="00D64EF2" w:rsidRPr="000773E1">
              <w:rPr>
                <w:noProof/>
                <w:color w:val="000000"/>
                <w:lang w:val="et-EE"/>
              </w:rPr>
              <w:br/>
              <w:t>E-post</w:t>
            </w:r>
            <w:r w:rsidR="000773E1">
              <w:rPr>
                <w:noProof/>
                <w:color w:val="000000"/>
                <w:lang w:val="et-EE"/>
              </w:rPr>
              <w:t xml:space="preserve"> </w:t>
            </w:r>
            <w:r w:rsidR="00B940AB">
              <w:t>aivo.akkus@rmk.ee</w:t>
            </w:r>
          </w:p>
        </w:tc>
      </w:tr>
      <w:tr w:rsidR="00EF632B" w:rsidRPr="000840AC" w14:paraId="3002934E" w14:textId="77777777" w:rsidTr="001E5687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0CF692D" w14:textId="165E252F" w:rsidR="00EF632B" w:rsidRPr="000773E1" w:rsidRDefault="00EF632B" w:rsidP="000840AC">
            <w:pPr>
              <w:rPr>
                <w:noProof/>
                <w:lang w:val="et-EE"/>
              </w:rPr>
            </w:pPr>
            <w:r w:rsidRPr="000773E1">
              <w:rPr>
                <w:noProof/>
                <w:lang w:val="et-EE"/>
              </w:rPr>
              <w:t>Esindusõigus tuleneb (volitamise alus): RMK juhatuse</w:t>
            </w:r>
            <w:r w:rsidR="00C4129F" w:rsidRPr="000773E1">
              <w:rPr>
                <w:noProof/>
                <w:lang w:val="et-EE"/>
              </w:rPr>
              <w:t xml:space="preserve"> esimehe</w:t>
            </w:r>
            <w:r w:rsidRPr="000773E1">
              <w:rPr>
                <w:noProof/>
                <w:lang w:val="et-EE"/>
              </w:rPr>
              <w:t xml:space="preserve"> </w:t>
            </w:r>
            <w:r w:rsidR="00B940AB">
              <w:t xml:space="preserve">12.05.2023 </w:t>
            </w:r>
            <w:r w:rsidR="00C4129F" w:rsidRPr="000773E1">
              <w:rPr>
                <w:noProof/>
                <w:lang w:val="et-EE"/>
              </w:rPr>
              <w:t xml:space="preserve">käskkiri </w:t>
            </w:r>
            <w:r w:rsidRPr="000773E1">
              <w:rPr>
                <w:noProof/>
                <w:lang w:val="et-EE"/>
              </w:rPr>
              <w:t>nr</w:t>
            </w:r>
            <w:r w:rsidR="007709B6" w:rsidRPr="000773E1">
              <w:rPr>
                <w:noProof/>
                <w:lang w:val="et-EE"/>
              </w:rPr>
              <w:t xml:space="preserve"> </w:t>
            </w:r>
            <w:r w:rsidR="00B940AB">
              <w:t>1-5/41</w:t>
            </w:r>
          </w:p>
        </w:tc>
      </w:tr>
      <w:tr w:rsidR="00C504AE" w:rsidRPr="000840AC" w14:paraId="50B2B9C5" w14:textId="77777777" w:rsidTr="001E56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DD9D467" w14:textId="6469A173" w:rsidR="00C504AE" w:rsidRPr="000773E1" w:rsidRDefault="00D60C92" w:rsidP="001A5C46">
            <w:pPr>
              <w:rPr>
                <w:noProof/>
                <w:lang w:val="et-EE"/>
              </w:rPr>
            </w:pPr>
            <w:r>
              <w:t xml:space="preserve">Kontaktisik: </w:t>
            </w:r>
            <w:r w:rsidR="00B940AB">
              <w:t>Aivo Akkus</w:t>
            </w:r>
            <w:r w:rsidR="00C504AE">
              <w:t xml:space="preserve"> </w:t>
            </w:r>
            <w:r w:rsidR="00C504AE" w:rsidRPr="000773E1">
              <w:rPr>
                <w:noProof/>
                <w:lang w:val="et-EE"/>
              </w:rPr>
              <w:t>müügiobjekti üleandmisel ja vastuvõtmisel</w:t>
            </w:r>
          </w:p>
        </w:tc>
        <w:tc>
          <w:tcPr>
            <w:tcW w:w="16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8B65A2E" w14:textId="5F855319" w:rsidR="00C504AE" w:rsidRPr="000773E1" w:rsidRDefault="00B940AB" w:rsidP="001A5C46">
            <w:pPr>
              <w:rPr>
                <w:noProof/>
                <w:lang w:val="et-EE"/>
              </w:rPr>
            </w:pPr>
            <w:r>
              <w:t>39606076513</w:t>
            </w:r>
          </w:p>
        </w:tc>
        <w:tc>
          <w:tcPr>
            <w:tcW w:w="1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6AE8860" w14:textId="4BF806E0" w:rsidR="00C504AE" w:rsidRPr="00C504AE" w:rsidRDefault="00C504AE" w:rsidP="001A5C46">
            <w:r w:rsidRPr="000773E1">
              <w:rPr>
                <w:noProof/>
                <w:color w:val="000000"/>
                <w:lang w:val="et-EE"/>
              </w:rPr>
              <w:t xml:space="preserve">Tel </w:t>
            </w:r>
            <w:r w:rsidR="00B940AB">
              <w:t>56811833</w:t>
            </w:r>
            <w:r w:rsidRPr="000773E1">
              <w:rPr>
                <w:noProof/>
                <w:color w:val="000000"/>
                <w:lang w:val="et-EE"/>
              </w:rPr>
              <w:br/>
              <w:t>E-post</w:t>
            </w:r>
            <w:r>
              <w:rPr>
                <w:noProof/>
                <w:color w:val="000000"/>
                <w:lang w:val="et-EE"/>
              </w:rPr>
              <w:t xml:space="preserve"> </w:t>
            </w:r>
            <w:r w:rsidR="00B940AB">
              <w:t>aivo.akkus@rmk.ee</w:t>
            </w:r>
          </w:p>
        </w:tc>
      </w:tr>
    </w:tbl>
    <w:p w14:paraId="738D8DCF" w14:textId="77777777" w:rsidR="00EF632B" w:rsidRPr="000773E1" w:rsidRDefault="00EF632B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773E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Ostja andmed</w:t>
      </w:r>
      <w:r w:rsidRPr="000773E1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</w:p>
    <w:tbl>
      <w:tblPr>
        <w:tblW w:w="5091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50"/>
        <w:gridCol w:w="3194"/>
        <w:gridCol w:w="2537"/>
      </w:tblGrid>
      <w:tr w:rsidR="00B940AB" w:rsidRPr="000773E1" w14:paraId="3A9219AB" w14:textId="77777777" w:rsidTr="001E5687">
        <w:tc>
          <w:tcPr>
            <w:tcW w:w="1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88636D6" w14:textId="05C422F4" w:rsidR="00EF632B" w:rsidRPr="00C504AE" w:rsidRDefault="00B940AB" w:rsidP="001E5687">
            <w:r>
              <w:t>Triovara Halduse OÜ</w:t>
            </w:r>
            <w:r w:rsidR="00D64EF2" w:rsidRPr="000773E1">
              <w:rPr>
                <w:noProof/>
                <w:color w:val="000000"/>
                <w:lang w:val="et-EE"/>
              </w:rPr>
              <w:br/>
            </w:r>
          </w:p>
        </w:tc>
        <w:tc>
          <w:tcPr>
            <w:tcW w:w="1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FF2744D" w14:textId="409929F6" w:rsidR="00EF632B" w:rsidRDefault="00B940AB" w:rsidP="001A5C46">
            <w:pPr>
              <w:rPr>
                <w:noProof/>
                <w:color w:val="000000"/>
                <w:lang w:val="et-EE"/>
              </w:rPr>
            </w:pPr>
            <w:r>
              <w:t>11267806</w:t>
            </w:r>
            <w:r w:rsidR="00EF632B" w:rsidRPr="000773E1">
              <w:rPr>
                <w:noProof/>
                <w:color w:val="000000"/>
                <w:lang w:val="et-EE"/>
              </w:rPr>
              <w:br/>
            </w:r>
            <w:r>
              <w:t>Peetrivälja, Borrby küla, 91302 Vormsi vald, Lääne maakond</w:t>
            </w:r>
          </w:p>
          <w:p w14:paraId="43648F88" w14:textId="77777777" w:rsidR="001E5687" w:rsidRPr="000773E1" w:rsidRDefault="001E5687" w:rsidP="001A5C46">
            <w:pPr>
              <w:rPr>
                <w:noProof/>
                <w:color w:val="000000"/>
                <w:lang w:val="et-EE"/>
              </w:rPr>
            </w:pP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3E31B11" w14:textId="27927BD3" w:rsidR="00EF632B" w:rsidRPr="000773E1" w:rsidRDefault="00C504AE" w:rsidP="001A5C46">
            <w:pPr>
              <w:rPr>
                <w:noProof/>
                <w:color w:val="000000"/>
                <w:lang w:val="et-EE"/>
              </w:rPr>
            </w:pPr>
            <w:r w:rsidRPr="000773E1">
              <w:rPr>
                <w:noProof/>
                <w:color w:val="000000"/>
                <w:lang w:val="et-EE"/>
              </w:rPr>
              <w:t xml:space="preserve">Tel </w:t>
            </w:r>
            <w:r w:rsidR="00B940AB">
              <w:t>5072231</w:t>
            </w:r>
            <w:r w:rsidRPr="000773E1">
              <w:rPr>
                <w:noProof/>
                <w:color w:val="000000"/>
                <w:lang w:val="et-EE"/>
              </w:rPr>
              <w:br/>
              <w:t>E-post</w:t>
            </w:r>
            <w:r>
              <w:rPr>
                <w:noProof/>
                <w:color w:val="000000"/>
                <w:lang w:val="et-EE"/>
              </w:rPr>
              <w:t xml:space="preserve"> </w:t>
            </w:r>
            <w:bookmarkStart w:id="0" w:name="_Hlk156470880"/>
            <w:r w:rsidR="00B940AB">
              <w:rPr>
                <w:noProof/>
                <w:color w:val="000000"/>
                <w:lang w:val="et-EE"/>
              </w:rPr>
              <w:t>karlraatpalu@gmail.com</w:t>
            </w:r>
            <w:bookmarkEnd w:id="0"/>
          </w:p>
        </w:tc>
      </w:tr>
      <w:tr w:rsidR="00B940AB" w:rsidRPr="00B940AB" w14:paraId="54332147" w14:textId="77777777" w:rsidTr="001E5687">
        <w:tc>
          <w:tcPr>
            <w:tcW w:w="1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11EF7B55" w14:textId="53FAD6A0" w:rsidR="00EF632B" w:rsidRPr="00A0663D" w:rsidRDefault="00A0663D" w:rsidP="001A5C46">
            <w:pPr>
              <w:rPr>
                <w:noProof/>
                <w:color w:val="000000"/>
                <w:lang w:val="et-EE"/>
              </w:rPr>
            </w:pPr>
            <w:r w:rsidRPr="00A0663D">
              <w:t xml:space="preserve">Juhatuse liige Karl Raatpalu </w:t>
            </w:r>
          </w:p>
        </w:tc>
        <w:tc>
          <w:tcPr>
            <w:tcW w:w="18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2B5B26ED" w14:textId="3B75127D" w:rsidR="00EF632B" w:rsidRPr="00A0663D" w:rsidRDefault="00A0663D" w:rsidP="001A5C46">
            <w:pPr>
              <w:rPr>
                <w:noProof/>
                <w:color w:val="000000"/>
                <w:lang w:val="et-EE"/>
              </w:rPr>
            </w:pPr>
            <w:r w:rsidRPr="00A0663D">
              <w:t>377091454710</w:t>
            </w:r>
          </w:p>
        </w:tc>
        <w:tc>
          <w:tcPr>
            <w:tcW w:w="1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62F10AAB" w14:textId="52E09001" w:rsidR="00EF632B" w:rsidRPr="00B940AB" w:rsidRDefault="00C504AE" w:rsidP="001A5C46">
            <w:pPr>
              <w:rPr>
                <w:noProof/>
                <w:color w:val="000000"/>
                <w:highlight w:val="green"/>
                <w:lang w:val="et-EE"/>
              </w:rPr>
            </w:pPr>
            <w:r w:rsidRPr="00A0663D">
              <w:rPr>
                <w:noProof/>
                <w:color w:val="000000"/>
                <w:lang w:val="et-EE"/>
              </w:rPr>
              <w:t xml:space="preserve">Tel </w:t>
            </w:r>
            <w:r w:rsidR="00A0663D" w:rsidRPr="00A0663D">
              <w:t>5072231</w:t>
            </w:r>
            <w:r w:rsidRPr="00A0663D">
              <w:rPr>
                <w:noProof/>
                <w:color w:val="000000"/>
                <w:lang w:val="et-EE"/>
              </w:rPr>
              <w:br/>
              <w:t xml:space="preserve">E-post </w:t>
            </w:r>
            <w:r w:rsidR="00687DEA">
              <w:rPr>
                <w:noProof/>
                <w:color w:val="000000"/>
                <w:lang w:val="et-EE"/>
              </w:rPr>
              <w:t>karlraatpalu@gmail.com</w:t>
            </w:r>
          </w:p>
        </w:tc>
      </w:tr>
      <w:tr w:rsidR="00EF632B" w:rsidRPr="00B940AB" w14:paraId="6DAB7D42" w14:textId="77777777" w:rsidTr="001E5687"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489094DB" w14:textId="369DAAE9" w:rsidR="00EF632B" w:rsidRPr="00A0663D" w:rsidRDefault="00EF632B" w:rsidP="009F67D4">
            <w:pPr>
              <w:rPr>
                <w:noProof/>
                <w:color w:val="000000"/>
                <w:lang w:val="et-EE"/>
              </w:rPr>
            </w:pPr>
            <w:r w:rsidRPr="00A0663D">
              <w:rPr>
                <w:noProof/>
                <w:color w:val="000000"/>
                <w:lang w:val="et-EE"/>
              </w:rPr>
              <w:t xml:space="preserve">Esindusõigus tuleneb (volitamise alus): </w:t>
            </w:r>
            <w:r w:rsidR="00A0663D" w:rsidRPr="00A0663D">
              <w:t>ettevõtte juhatuse liige</w:t>
            </w:r>
          </w:p>
        </w:tc>
      </w:tr>
    </w:tbl>
    <w:p w14:paraId="66F135CD" w14:textId="3D3BE1A1" w:rsidR="001A5C46" w:rsidRPr="007A7619" w:rsidRDefault="007A7619" w:rsidP="001A5C46">
      <w:pPr>
        <w:pStyle w:val="Normaallaadveeb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Käesolev leping on Vabariigi Valitsuse 4. jaanu</w:t>
      </w:r>
      <w:r w:rsidR="00544767"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ari 2007. a määruse nr 1, § 4 lg 1 p </w:t>
      </w:r>
      <w:r w:rsidR="0045180A">
        <w:rPr>
          <w:rFonts w:ascii="Times New Roman" w:hAnsi="Times New Roman" w:cs="Times New Roman"/>
          <w:sz w:val="24"/>
          <w:szCs w:val="24"/>
        </w:rPr>
        <w:t xml:space="preserve">1 </w:t>
      </w: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alusel</w:t>
      </w:r>
      <w:r w:rsidR="00544767"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alias w:val="Vali kuupäev"/>
          <w:tag w:val="Vali kuupäev"/>
          <w:id w:val="-1525553681"/>
          <w:placeholder>
            <w:docPart w:val="92ED9EEDF1AD450C9A0E7BF41151FB1F"/>
          </w:placeholder>
          <w:date w:fullDate="2024-01-05T18:12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45180A">
            <w:rPr>
              <w:rFonts w:ascii="Times New Roman" w:hAnsi="Times New Roman" w:cs="Times New Roman"/>
              <w:sz w:val="24"/>
              <w:szCs w:val="24"/>
              <w:lang w:val="et-EE"/>
            </w:rPr>
            <w:t>5.01.2024</w:t>
          </w:r>
        </w:sdtContent>
      </w:sdt>
      <w:r w:rsid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läbi viidud </w:t>
      </w:r>
      <w:r w:rsidR="0045180A">
        <w:rPr>
          <w:rFonts w:ascii="Times New Roman" w:hAnsi="Times New Roman" w:cs="Times New Roman"/>
          <w:sz w:val="24"/>
          <w:szCs w:val="24"/>
        </w:rPr>
        <w:t xml:space="preserve">avaliku enampakkumise </w:t>
      </w:r>
      <w:r w:rsidRPr="00544767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tulemusel sõlmitud kasvava metsa raieõiguse võõrandamise leping</w:t>
      </w:r>
      <w:r w:rsidRPr="007A7619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>.</w:t>
      </w:r>
    </w:p>
    <w:p w14:paraId="4EA9D7CF" w14:textId="77777777" w:rsidR="00D719EC" w:rsidRDefault="00EF632B" w:rsidP="006555C9">
      <w:pPr>
        <w:pStyle w:val="Pealkiri11"/>
        <w:rPr>
          <w:noProof/>
          <w:lang w:val="et-EE"/>
        </w:rPr>
      </w:pPr>
      <w:r w:rsidRPr="000773E1">
        <w:rPr>
          <w:noProof/>
          <w:lang w:val="et-EE"/>
        </w:rPr>
        <w:t xml:space="preserve">Lepingu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>bjekt</w:t>
      </w:r>
      <w:r w:rsidR="00D719EC">
        <w:rPr>
          <w:noProof/>
          <w:lang w:val="et-EE"/>
        </w:rPr>
        <w:t xml:space="preserve"> </w:t>
      </w:r>
    </w:p>
    <w:p w14:paraId="64C8EDF9" w14:textId="0B4AF2F6" w:rsidR="00D719EC" w:rsidRPr="00D719EC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Müüja müüb ja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>stja ostab riigimetsas</w:t>
      </w:r>
      <w:r w:rsidR="00544767">
        <w:rPr>
          <w:noProof/>
          <w:lang w:val="et-EE"/>
        </w:rPr>
        <w:t xml:space="preserve"> </w:t>
      </w:r>
      <w:r w:rsidR="0045180A">
        <w:t xml:space="preserve">häilraie </w:t>
      </w:r>
      <w:r w:rsidRPr="00544767">
        <w:rPr>
          <w:noProof/>
          <w:lang w:val="et-EE"/>
        </w:rPr>
        <w:t>raieõiguse</w:t>
      </w:r>
      <w:r w:rsidR="00D64EF2" w:rsidRPr="007A7619">
        <w:rPr>
          <w:noProof/>
          <w:lang w:val="et-EE"/>
        </w:rPr>
        <w:t>,</w:t>
      </w:r>
      <w:r w:rsidRPr="007A7619">
        <w:rPr>
          <w:noProof/>
          <w:lang w:val="et-EE"/>
        </w:rPr>
        <w:t xml:space="preserve"> edaspidi </w:t>
      </w:r>
      <w:r w:rsidR="003F5043" w:rsidRPr="007A7619">
        <w:rPr>
          <w:b/>
          <w:noProof/>
          <w:lang w:val="et-EE"/>
        </w:rPr>
        <w:t>k</w:t>
      </w:r>
      <w:r w:rsidR="00544767">
        <w:rPr>
          <w:b/>
          <w:noProof/>
          <w:lang w:val="et-EE"/>
        </w:rPr>
        <w:t>asvava metsa raieõigus</w:t>
      </w:r>
      <w:r w:rsidRPr="007A7619">
        <w:rPr>
          <w:b/>
          <w:noProof/>
          <w:lang w:val="et-EE"/>
        </w:rPr>
        <w:t>.</w:t>
      </w:r>
    </w:p>
    <w:p w14:paraId="0B5E5821" w14:textId="77777777" w:rsidR="00D719EC" w:rsidRDefault="00EF632B" w:rsidP="006555C9">
      <w:pPr>
        <w:pStyle w:val="Pealkiri21"/>
        <w:jc w:val="both"/>
        <w:rPr>
          <w:noProof/>
          <w:lang w:val="et-EE"/>
        </w:rPr>
      </w:pPr>
      <w:r w:rsidRPr="000840AC">
        <w:rPr>
          <w:noProof/>
          <w:lang w:val="et-EE"/>
        </w:rPr>
        <w:lastRenderedPageBreak/>
        <w:t>Kasvava metsa raieõiguse</w:t>
      </w:r>
      <w:r w:rsidRPr="000773E1">
        <w:rPr>
          <w:noProof/>
          <w:lang w:val="et-EE"/>
        </w:rPr>
        <w:t xml:space="preserve"> omandamine annab </w:t>
      </w:r>
      <w:r w:rsidR="003F5043" w:rsidRPr="000773E1">
        <w:rPr>
          <w:noProof/>
          <w:lang w:val="et-EE"/>
        </w:rPr>
        <w:t>o</w:t>
      </w:r>
      <w:r w:rsidRPr="000773E1">
        <w:rPr>
          <w:noProof/>
          <w:lang w:val="et-EE"/>
        </w:rPr>
        <w:t xml:space="preserve">stjale õiguse teha raiet </w:t>
      </w:r>
      <w:r w:rsidR="003F5043" w:rsidRPr="000773E1">
        <w:rPr>
          <w:noProof/>
          <w:lang w:val="et-EE"/>
        </w:rPr>
        <w:t>l</w:t>
      </w:r>
      <w:r w:rsidRPr="000773E1">
        <w:rPr>
          <w:noProof/>
          <w:lang w:val="et-EE"/>
        </w:rPr>
        <w:t>epingus fikseeritud ulatuses, kohas, ajal ja tingimustel, omandada langetatud puud, valmistada nendest puudest puidusortimente ja saadud puidusortimendid ära vedada.</w:t>
      </w:r>
    </w:p>
    <w:p w14:paraId="3D67A854" w14:textId="77777777" w:rsidR="00D719EC" w:rsidRDefault="00EF632B" w:rsidP="006555C9">
      <w:pPr>
        <w:pStyle w:val="Pealkiri21"/>
        <w:jc w:val="both"/>
        <w:rPr>
          <w:noProof/>
          <w:lang w:val="et-EE"/>
        </w:rPr>
      </w:pPr>
      <w:r w:rsidRPr="00D719EC">
        <w:rPr>
          <w:noProof/>
          <w:lang w:val="et-EE"/>
        </w:rPr>
        <w:t xml:space="preserve">Müüja ja </w:t>
      </w:r>
      <w:r w:rsidR="003F5043" w:rsidRPr="00D719EC">
        <w:rPr>
          <w:noProof/>
          <w:lang w:val="et-EE"/>
        </w:rPr>
        <w:t>o</w:t>
      </w:r>
      <w:r w:rsidRPr="00D719EC">
        <w:rPr>
          <w:noProof/>
          <w:lang w:val="et-EE"/>
        </w:rPr>
        <w:t>stja</w:t>
      </w:r>
      <w:r w:rsidR="006E2178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</w:t>
      </w:r>
      <w:r w:rsidR="00412295">
        <w:t xml:space="preserve">keda nimetatakse </w:t>
      </w:r>
      <w:r w:rsidR="00412295" w:rsidRPr="00D719EC">
        <w:rPr>
          <w:b/>
        </w:rPr>
        <w:t>pool</w:t>
      </w:r>
      <w:r w:rsidR="00412295">
        <w:t xml:space="preserve"> või ühiselt</w:t>
      </w:r>
      <w:r w:rsidR="006E2178" w:rsidRPr="000773E1">
        <w:t xml:space="preserve"> </w:t>
      </w:r>
      <w:r w:rsidR="003F5043" w:rsidRPr="00D719EC">
        <w:rPr>
          <w:b/>
          <w:bCs/>
        </w:rPr>
        <w:t>p</w:t>
      </w:r>
      <w:r w:rsidR="006E2178" w:rsidRPr="00D719EC">
        <w:rPr>
          <w:b/>
          <w:bCs/>
        </w:rPr>
        <w:t>ooled,</w:t>
      </w:r>
      <w:r w:rsidR="006E2178" w:rsidRPr="00D719EC">
        <w:rPr>
          <w:noProof/>
          <w:lang w:val="et-EE"/>
        </w:rPr>
        <w:t xml:space="preserve"> </w:t>
      </w:r>
      <w:r w:rsidRPr="00D719EC">
        <w:rPr>
          <w:noProof/>
          <w:lang w:val="et-EE"/>
        </w:rPr>
        <w:t>on kokku leppinud käesoleva lepingu</w:t>
      </w:r>
      <w:r w:rsidR="00D64EF2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edaspidi </w:t>
      </w:r>
      <w:r w:rsidR="003F5043" w:rsidRPr="00D719EC">
        <w:rPr>
          <w:b/>
          <w:noProof/>
          <w:lang w:val="et-EE"/>
        </w:rPr>
        <w:t>l</w:t>
      </w:r>
      <w:r w:rsidRPr="00D719EC">
        <w:rPr>
          <w:b/>
          <w:noProof/>
          <w:lang w:val="et-EE"/>
        </w:rPr>
        <w:t>eping</w:t>
      </w:r>
      <w:r w:rsidR="00D64EF2" w:rsidRPr="00D719EC">
        <w:rPr>
          <w:noProof/>
          <w:lang w:val="et-EE"/>
        </w:rPr>
        <w:t>,</w:t>
      </w:r>
      <w:r w:rsidRPr="00D719EC">
        <w:rPr>
          <w:noProof/>
          <w:lang w:val="et-EE"/>
        </w:rPr>
        <w:t xml:space="preserve"> objekti järgmistes tunnustes:</w:t>
      </w:r>
    </w:p>
    <w:p w14:paraId="4CB17D26" w14:textId="77777777" w:rsidR="00D719EC" w:rsidRDefault="00D719EC" w:rsidP="006555C9">
      <w:pPr>
        <w:pStyle w:val="Pealkiri11"/>
        <w:numPr>
          <w:ilvl w:val="0"/>
          <w:numId w:val="0"/>
        </w:numPr>
        <w:ind w:left="432" w:hanging="432"/>
        <w:jc w:val="both"/>
        <w:rPr>
          <w:noProof/>
          <w:lang w:val="et-EE"/>
        </w:rPr>
      </w:pPr>
    </w:p>
    <w:tbl>
      <w:tblPr>
        <w:tblW w:w="95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1052"/>
        <w:gridCol w:w="807"/>
        <w:gridCol w:w="396"/>
        <w:gridCol w:w="618"/>
        <w:gridCol w:w="808"/>
        <w:gridCol w:w="985"/>
        <w:gridCol w:w="1141"/>
        <w:gridCol w:w="1141"/>
        <w:gridCol w:w="1374"/>
      </w:tblGrid>
      <w:tr w:rsidR="00D719EC" w:rsidRPr="007A7619" w14:paraId="407B07B3" w14:textId="77777777" w:rsidTr="00403F47">
        <w:trPr>
          <w:trHeight w:val="453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0474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Müügi- objekti nr.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6B454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Metsandik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0BA5B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Kvartali nr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059C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Er.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5EF44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Raie-liik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8C305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Pindala  ha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5CF2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Tagavara m³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0B0B7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Välja-ostmise tähtaeg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83F9D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Üles-töötamise  tähtaeg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296D" w14:textId="77777777" w:rsidR="00D719EC" w:rsidRPr="007A7619" w:rsidRDefault="00D719EC" w:rsidP="004B09E8">
            <w:pPr>
              <w:pStyle w:val="Normaallaadveeb"/>
              <w:rPr>
                <w:noProof/>
                <w:color w:val="000000"/>
              </w:rPr>
            </w:pPr>
            <w:r w:rsidRPr="007A7619">
              <w:rPr>
                <w:noProof/>
                <w:color w:val="000000"/>
              </w:rPr>
              <w:t>Maksumus € käibemaksuta</w:t>
            </w:r>
          </w:p>
        </w:tc>
      </w:tr>
      <w:tr w:rsidR="00403F47" w:rsidRPr="007A7619" w14:paraId="5B86017E" w14:textId="77777777" w:rsidTr="00403F47">
        <w:trPr>
          <w:trHeight w:val="453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95EBB" w14:textId="601FDAC3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Suuremõisa 3</w:t>
            </w:r>
          </w:p>
          <w:p w14:paraId="4AE33458" w14:textId="1FFE2AD5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5BF767" w14:textId="5F49AF0C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Piirsalu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DF52" w14:textId="6BA0F38C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VO425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A0968" w14:textId="18AC3AB9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287B299" w14:textId="44D89206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HL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B6CEE" w14:textId="47172F94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0,26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E95AA" w14:textId="7EA84793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69,88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1F0853B" w14:textId="24A8D5EE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31.01.2024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334069F" w14:textId="44C253AC" w:rsidR="00403F47" w:rsidRPr="007A7619" w:rsidRDefault="00403F47" w:rsidP="00403F47">
            <w:pPr>
              <w:pStyle w:val="Normaallaadveeb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14.04.2024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DEEC19A" w14:textId="1BC6F826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6100</w:t>
            </w:r>
          </w:p>
        </w:tc>
      </w:tr>
      <w:tr w:rsidR="00403F47" w:rsidRPr="007A7619" w14:paraId="54B0C3F3" w14:textId="77777777" w:rsidTr="00403F47">
        <w:trPr>
          <w:trHeight w:val="453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422BA" w14:textId="1ACA17A9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0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6E51F40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CA063" w14:textId="2DA7C9B0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VO425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1AA0B" w14:textId="0F820FA5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26</w:t>
            </w:r>
          </w:p>
        </w:tc>
        <w:tc>
          <w:tcPr>
            <w:tcW w:w="6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47524B0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52B9" w14:textId="49138AB6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0,26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B546D" w14:textId="006B26F8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72,02</w:t>
            </w:r>
          </w:p>
        </w:tc>
        <w:tc>
          <w:tcPr>
            <w:tcW w:w="11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052D5E7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14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64E4E5F1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37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C564563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</w:tr>
      <w:tr w:rsidR="00403F47" w:rsidRPr="007A7619" w14:paraId="140AFE0C" w14:textId="77777777" w:rsidTr="00403F47">
        <w:trPr>
          <w:trHeight w:val="453"/>
        </w:trPr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54BC0" w14:textId="1BF92C94" w:rsidR="00403F47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7C8DC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1898A" w14:textId="4313F12E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VO426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1440" w14:textId="6753CEB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34</w:t>
            </w:r>
          </w:p>
        </w:tc>
        <w:tc>
          <w:tcPr>
            <w:tcW w:w="6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3C008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AB225" w14:textId="7CE21850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0,16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11AF9" w14:textId="6F4FF319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40,78</w:t>
            </w:r>
          </w:p>
        </w:tc>
        <w:tc>
          <w:tcPr>
            <w:tcW w:w="1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47AA7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23B59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  <w:tc>
          <w:tcPr>
            <w:tcW w:w="13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BA7A3" w14:textId="77777777" w:rsidR="00403F47" w:rsidRPr="007A7619" w:rsidRDefault="00403F47" w:rsidP="004B09E8">
            <w:pPr>
              <w:pStyle w:val="Normaallaadveeb"/>
              <w:rPr>
                <w:noProof/>
                <w:color w:val="000000"/>
              </w:rPr>
            </w:pPr>
          </w:p>
        </w:tc>
      </w:tr>
    </w:tbl>
    <w:p w14:paraId="1C5A2B14" w14:textId="77777777" w:rsidR="00D719EC" w:rsidRDefault="00D719EC" w:rsidP="00D719EC">
      <w:pPr>
        <w:pStyle w:val="Pealkiri11"/>
        <w:numPr>
          <w:ilvl w:val="0"/>
          <w:numId w:val="0"/>
        </w:numPr>
        <w:rPr>
          <w:noProof/>
          <w:lang w:val="et-EE"/>
        </w:rPr>
      </w:pPr>
    </w:p>
    <w:p w14:paraId="4A336406" w14:textId="76E8D1EF" w:rsidR="00D719EC" w:rsidRPr="00D719EC" w:rsidRDefault="00A83533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</w:rPr>
        <w:t xml:space="preserve">Raiet lubav dokument: metsateatis nr </w:t>
      </w:r>
      <w:r w:rsidR="007107AD" w:rsidRPr="007107AD">
        <w:rPr>
          <w:noProof/>
        </w:rPr>
        <w:t>50000667745</w:t>
      </w:r>
      <w:r w:rsidR="007107AD">
        <w:rPr>
          <w:noProof/>
        </w:rPr>
        <w:t xml:space="preserve">, </w:t>
      </w:r>
      <w:r w:rsidR="00601EED" w:rsidRPr="00601EED">
        <w:rPr>
          <w:noProof/>
        </w:rPr>
        <w:t>50000667743</w:t>
      </w:r>
      <w:r w:rsidR="00601EED">
        <w:rPr>
          <w:noProof/>
        </w:rPr>
        <w:t xml:space="preserve">, </w:t>
      </w:r>
      <w:r w:rsidR="00601EED" w:rsidRPr="00601EED">
        <w:rPr>
          <w:noProof/>
        </w:rPr>
        <w:t>50000665543</w:t>
      </w:r>
      <w:r w:rsidR="00601EED">
        <w:rPr>
          <w:noProof/>
        </w:rPr>
        <w:t>.</w:t>
      </w:r>
    </w:p>
    <w:p w14:paraId="30911824" w14:textId="77777777" w:rsidR="00D719EC" w:rsidRPr="00D719EC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</w:rPr>
        <w:t xml:space="preserve">Raielank antakse </w:t>
      </w:r>
      <w:r w:rsidR="003F5043" w:rsidRPr="000773E1">
        <w:rPr>
          <w:noProof/>
        </w:rPr>
        <w:t>o</w:t>
      </w:r>
      <w:r w:rsidRPr="000773E1">
        <w:rPr>
          <w:noProof/>
        </w:rPr>
        <w:t xml:space="preserve">stjale üle </w:t>
      </w:r>
      <w:r w:rsidR="003F5043" w:rsidRPr="000773E1">
        <w:rPr>
          <w:noProof/>
        </w:rPr>
        <w:t xml:space="preserve">raielangi </w:t>
      </w:r>
      <w:r w:rsidRPr="000773E1">
        <w:rPr>
          <w:noProof/>
        </w:rPr>
        <w:t xml:space="preserve">üleandmise aktiga. Ostja võib raiega alustada pärast raielangi üleandmise akti sõlmimist. Ostja on raielangiga tutvunud ja tema </w:t>
      </w:r>
      <w:r w:rsidR="003F5043" w:rsidRPr="000773E1">
        <w:rPr>
          <w:noProof/>
        </w:rPr>
        <w:t>p</w:t>
      </w:r>
      <w:r w:rsidRPr="000773E1">
        <w:rPr>
          <w:noProof/>
        </w:rPr>
        <w:t xml:space="preserve">oolt </w:t>
      </w:r>
      <w:r w:rsidR="003F5043" w:rsidRPr="000840AC">
        <w:rPr>
          <w:noProof/>
        </w:rPr>
        <w:t>m</w:t>
      </w:r>
      <w:r w:rsidRPr="000840AC">
        <w:rPr>
          <w:noProof/>
        </w:rPr>
        <w:t>üüjale pretensioone ostetud kasvava</w:t>
      </w:r>
      <w:r w:rsidR="00D719EC">
        <w:rPr>
          <w:noProof/>
        </w:rPr>
        <w:t xml:space="preserve"> metsa raieõiguse kohta ei ole.</w:t>
      </w:r>
    </w:p>
    <w:p w14:paraId="4957EE60" w14:textId="77777777" w:rsidR="00D719EC" w:rsidRPr="00D719EC" w:rsidRDefault="00BE55E9" w:rsidP="006555C9">
      <w:pPr>
        <w:pStyle w:val="Pealkiri21"/>
        <w:jc w:val="both"/>
        <w:rPr>
          <w:noProof/>
          <w:lang w:val="et-EE"/>
        </w:rPr>
      </w:pPr>
      <w:r w:rsidRPr="000840AC">
        <w:rPr>
          <w:noProof/>
        </w:rPr>
        <w:t>Lepingu</w:t>
      </w:r>
      <w:r w:rsidRPr="000773E1">
        <w:rPr>
          <w:noProof/>
        </w:rPr>
        <w:t xml:space="preserve"> alusel võõrandatav kasvav mets on sertifitseeritud vastavalt:</w:t>
      </w:r>
    </w:p>
    <w:p w14:paraId="4D60B5C9" w14:textId="47646CD1" w:rsidR="00D719EC" w:rsidRPr="00D719EC" w:rsidRDefault="00BE55E9" w:rsidP="006555C9">
      <w:pPr>
        <w:pStyle w:val="Pealkiri31"/>
        <w:jc w:val="both"/>
        <w:rPr>
          <w:noProof/>
          <w:lang w:val="et-EE"/>
        </w:rPr>
      </w:pPr>
      <w:r w:rsidRPr="000773E1">
        <w:rPr>
          <w:noProof/>
        </w:rPr>
        <w:t xml:space="preserve">FSC® nõuetele, sertifikaadi kood </w:t>
      </w:r>
      <w:r w:rsidR="00092CF6">
        <w:rPr>
          <w:lang w:eastAsia="et-EE"/>
        </w:rPr>
        <w:t>SCS</w:t>
      </w:r>
      <w:r w:rsidR="006C2A02" w:rsidRPr="000773E1">
        <w:rPr>
          <w:lang w:eastAsia="et-EE"/>
        </w:rPr>
        <w:t>-FM/COC-00</w:t>
      </w:r>
      <w:r w:rsidR="00092CF6">
        <w:rPr>
          <w:lang w:eastAsia="et-EE"/>
        </w:rPr>
        <w:t>8521</w:t>
      </w:r>
      <w:r w:rsidR="006C2A02" w:rsidRPr="000773E1">
        <w:rPr>
          <w:noProof/>
        </w:rPr>
        <w:t xml:space="preserve"> </w:t>
      </w:r>
      <w:r w:rsidRPr="000773E1">
        <w:rPr>
          <w:noProof/>
        </w:rPr>
        <w:t xml:space="preserve">"FSC </w:t>
      </w:r>
      <w:r w:rsidR="00AD39D1" w:rsidRPr="000773E1">
        <w:rPr>
          <w:noProof/>
        </w:rPr>
        <w:t>100%</w:t>
      </w:r>
      <w:r w:rsidRPr="000773E1">
        <w:rPr>
          <w:noProof/>
        </w:rPr>
        <w:t>"</w:t>
      </w:r>
      <w:r w:rsidR="003F5043" w:rsidRPr="000773E1">
        <w:rPr>
          <w:noProof/>
        </w:rPr>
        <w:t>;</w:t>
      </w:r>
    </w:p>
    <w:p w14:paraId="122AC2DA" w14:textId="33CC76E2" w:rsidR="00BE55E9" w:rsidRPr="00D719EC" w:rsidRDefault="00BE55E9" w:rsidP="006555C9">
      <w:pPr>
        <w:pStyle w:val="Pealkiri31"/>
        <w:numPr>
          <w:ilvl w:val="2"/>
          <w:numId w:val="1"/>
        </w:numPr>
        <w:jc w:val="both"/>
        <w:rPr>
          <w:noProof/>
          <w:lang w:val="et-EE"/>
        </w:rPr>
      </w:pPr>
      <w:r w:rsidRPr="000773E1">
        <w:rPr>
          <w:noProof/>
        </w:rPr>
        <w:t xml:space="preserve">PEFC nõuetele, sertifikaadi kood </w:t>
      </w:r>
      <w:r w:rsidR="00092CF6">
        <w:rPr>
          <w:noProof/>
        </w:rPr>
        <w:t>TT-</w:t>
      </w:r>
      <w:r w:rsidRPr="000773E1">
        <w:rPr>
          <w:noProof/>
        </w:rPr>
        <w:t>PEFC-</w:t>
      </w:r>
      <w:r w:rsidR="00E04C0C">
        <w:rPr>
          <w:noProof/>
        </w:rPr>
        <w:t>FM</w:t>
      </w:r>
      <w:r w:rsidRPr="000773E1">
        <w:rPr>
          <w:noProof/>
        </w:rPr>
        <w:t>0</w:t>
      </w:r>
      <w:r w:rsidR="00E04C0C">
        <w:rPr>
          <w:noProof/>
        </w:rPr>
        <w:t>20</w:t>
      </w:r>
      <w:r w:rsidR="00AD39D1" w:rsidRPr="000773E1">
        <w:rPr>
          <w:noProof/>
        </w:rPr>
        <w:t xml:space="preserve"> „</w:t>
      </w:r>
      <w:r w:rsidR="003A19A1" w:rsidRPr="000773E1">
        <w:rPr>
          <w:noProof/>
        </w:rPr>
        <w:t xml:space="preserve">100% </w:t>
      </w:r>
      <w:r w:rsidR="00AD39D1" w:rsidRPr="000773E1">
        <w:rPr>
          <w:noProof/>
        </w:rPr>
        <w:t xml:space="preserve">PEFC </w:t>
      </w:r>
      <w:r w:rsidR="00E04C0C">
        <w:rPr>
          <w:noProof/>
        </w:rPr>
        <w:t>C</w:t>
      </w:r>
      <w:r w:rsidR="003A19A1" w:rsidRPr="000773E1">
        <w:rPr>
          <w:noProof/>
        </w:rPr>
        <w:t>ertified</w:t>
      </w:r>
      <w:r w:rsidR="00AD39D1" w:rsidRPr="000773E1">
        <w:rPr>
          <w:noProof/>
        </w:rPr>
        <w:t>“</w:t>
      </w:r>
      <w:r w:rsidR="003F5043" w:rsidRPr="000773E1">
        <w:rPr>
          <w:noProof/>
        </w:rPr>
        <w:t>.</w:t>
      </w:r>
    </w:p>
    <w:p w14:paraId="0D81EF14" w14:textId="77777777" w:rsidR="00D719EC" w:rsidRPr="000773E1" w:rsidRDefault="00D719EC" w:rsidP="006555C9">
      <w:pPr>
        <w:pStyle w:val="Pealkiri11"/>
        <w:numPr>
          <w:ilvl w:val="0"/>
          <w:numId w:val="0"/>
        </w:numPr>
        <w:ind w:left="432"/>
        <w:jc w:val="both"/>
        <w:rPr>
          <w:noProof/>
        </w:rPr>
      </w:pPr>
    </w:p>
    <w:p w14:paraId="4CBD897D" w14:textId="77777777" w:rsidR="00D719EC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Ostuhind</w:t>
      </w:r>
      <w:r w:rsidR="00D719EC">
        <w:rPr>
          <w:noProof/>
          <w:lang w:val="et-EE"/>
        </w:rPr>
        <w:t xml:space="preserve"> </w:t>
      </w:r>
    </w:p>
    <w:p w14:paraId="1E50553B" w14:textId="56D7858C" w:rsidR="00EF632B" w:rsidRDefault="00EF632B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  <w:r w:rsidRPr="000840AC">
        <w:rPr>
          <w:noProof/>
          <w:lang w:val="et-EE"/>
        </w:rPr>
        <w:t xml:space="preserve">Kasvava metsa </w:t>
      </w:r>
      <w:r w:rsidR="00601B90" w:rsidRPr="000840AC">
        <w:rPr>
          <w:noProof/>
          <w:lang w:val="et-EE"/>
        </w:rPr>
        <w:t>raieõiguse ostuhinnaks</w:t>
      </w:r>
      <w:r w:rsidR="00601B90" w:rsidRPr="000773E1">
        <w:rPr>
          <w:noProof/>
          <w:lang w:val="et-EE"/>
        </w:rPr>
        <w:t xml:space="preserve"> on </w:t>
      </w:r>
      <w:r w:rsidR="00601EED">
        <w:rPr>
          <w:noProof/>
        </w:rPr>
        <w:t xml:space="preserve">6100 </w:t>
      </w:r>
      <w:r w:rsidR="000840AC">
        <w:rPr>
          <w:noProof/>
          <w:lang w:val="et-EE"/>
        </w:rPr>
        <w:t>eurot</w:t>
      </w:r>
      <w:r w:rsidRPr="000773E1">
        <w:rPr>
          <w:noProof/>
          <w:lang w:val="et-EE"/>
        </w:rPr>
        <w:t>, millele li</w:t>
      </w:r>
      <w:r w:rsidR="00601B90" w:rsidRPr="000773E1">
        <w:rPr>
          <w:noProof/>
          <w:lang w:val="et-EE"/>
        </w:rPr>
        <w:t>sandub käibemaks 2</w:t>
      </w:r>
      <w:r w:rsidR="00E04C0C">
        <w:rPr>
          <w:noProof/>
          <w:lang w:val="et-EE"/>
        </w:rPr>
        <w:t>2</w:t>
      </w:r>
      <w:r w:rsidR="00601B90" w:rsidRPr="000773E1">
        <w:rPr>
          <w:noProof/>
          <w:lang w:val="et-EE"/>
        </w:rPr>
        <w:t xml:space="preserve">%, so </w:t>
      </w:r>
      <w:r w:rsidR="00601EED">
        <w:rPr>
          <w:noProof/>
        </w:rPr>
        <w:t>1342</w:t>
      </w:r>
      <w:r w:rsidR="00C504AE">
        <w:rPr>
          <w:noProof/>
        </w:rPr>
        <w:t xml:space="preserve"> </w:t>
      </w:r>
      <w:r w:rsidR="000840AC">
        <w:rPr>
          <w:noProof/>
          <w:lang w:val="et-EE"/>
        </w:rPr>
        <w:t>eurot</w:t>
      </w:r>
      <w:r w:rsidR="003F5043" w:rsidRPr="000773E1">
        <w:rPr>
          <w:noProof/>
          <w:lang w:val="et-EE"/>
        </w:rPr>
        <w:t xml:space="preserve">, kokku </w:t>
      </w:r>
      <w:r w:rsidR="00601EED">
        <w:rPr>
          <w:noProof/>
        </w:rPr>
        <w:t xml:space="preserve">7442 </w:t>
      </w:r>
      <w:r w:rsidR="000840AC">
        <w:rPr>
          <w:noProof/>
          <w:lang w:val="et-EE"/>
        </w:rPr>
        <w:t>eurot</w:t>
      </w:r>
      <w:r w:rsidRPr="000773E1">
        <w:rPr>
          <w:noProof/>
          <w:lang w:val="et-EE"/>
        </w:rPr>
        <w:t xml:space="preserve">. </w:t>
      </w:r>
    </w:p>
    <w:p w14:paraId="0AE28397" w14:textId="77777777" w:rsidR="00643962" w:rsidRPr="000773E1" w:rsidRDefault="00643962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2EDEF273" w14:textId="77777777" w:rsidR="00D719EC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Maksetingimused</w:t>
      </w:r>
      <w:r w:rsidR="00D719EC">
        <w:rPr>
          <w:noProof/>
          <w:lang w:val="et-EE"/>
        </w:rPr>
        <w:t xml:space="preserve"> </w:t>
      </w:r>
    </w:p>
    <w:p w14:paraId="3A080144" w14:textId="77777777" w:rsidR="008C1B4F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Ostja tasub </w:t>
      </w:r>
      <w:r w:rsidRPr="009F67D4">
        <w:rPr>
          <w:noProof/>
          <w:lang w:val="et-EE"/>
        </w:rPr>
        <w:t>kasvava metsa raieõiguse</w:t>
      </w:r>
      <w:r w:rsidR="003F5043" w:rsidRPr="009F67D4">
        <w:rPr>
          <w:noProof/>
          <w:lang w:val="et-EE"/>
        </w:rPr>
        <w:t xml:space="preserve"> võõrandamise</w:t>
      </w:r>
      <w:r w:rsidR="003F5043" w:rsidRPr="000773E1">
        <w:rPr>
          <w:noProof/>
          <w:lang w:val="et-EE"/>
        </w:rPr>
        <w:t xml:space="preserve"> eest m</w:t>
      </w:r>
      <w:r w:rsidR="00F57666" w:rsidRPr="000773E1">
        <w:rPr>
          <w:noProof/>
          <w:lang w:val="et-EE"/>
        </w:rPr>
        <w:t>üüja arve alusel (vt Kasvava metsa raieõiguse müügilepingu tüüptingimuste artikkel 3).</w:t>
      </w:r>
    </w:p>
    <w:p w14:paraId="60255F39" w14:textId="77777777" w:rsidR="008C1B4F" w:rsidRDefault="007A7619" w:rsidP="006555C9">
      <w:pPr>
        <w:pStyle w:val="Pealkiri21"/>
        <w:jc w:val="both"/>
        <w:rPr>
          <w:noProof/>
          <w:lang w:val="et-EE"/>
        </w:rPr>
      </w:pPr>
      <w:r w:rsidRPr="008C1B4F">
        <w:rPr>
          <w:noProof/>
          <w:lang w:val="et-EE"/>
        </w:rPr>
        <w:t>Ostja kohustub tasuma ettemaksu hiljemalt punktis 1.3 kokku lepitud tähtaegadel vastava müügiobjekti eest</w:t>
      </w:r>
      <w:r w:rsidR="008C1B4F">
        <w:rPr>
          <w:noProof/>
          <w:lang w:val="et-EE"/>
        </w:rPr>
        <w:t>.</w:t>
      </w:r>
    </w:p>
    <w:p w14:paraId="14C2FF87" w14:textId="1E74E9EE" w:rsidR="00EF632B" w:rsidRDefault="007A7619" w:rsidP="006555C9">
      <w:pPr>
        <w:pStyle w:val="Pealkiri21"/>
        <w:jc w:val="both"/>
        <w:rPr>
          <w:noProof/>
          <w:lang w:val="et-EE"/>
        </w:rPr>
      </w:pPr>
      <w:r w:rsidRPr="008C1B4F">
        <w:rPr>
          <w:noProof/>
          <w:lang w:val="et-EE"/>
        </w:rPr>
        <w:t xml:space="preserve">Müüja koostab arve hiljemalt </w:t>
      </w:r>
      <w:r w:rsidR="00473B4F">
        <w:rPr>
          <w:noProof/>
          <w:lang w:val="et-EE"/>
        </w:rPr>
        <w:t>5</w:t>
      </w:r>
      <w:r w:rsidRPr="008C1B4F">
        <w:rPr>
          <w:noProof/>
          <w:lang w:val="et-EE"/>
        </w:rPr>
        <w:t xml:space="preserve"> päeva jooksul pärast </w:t>
      </w:r>
      <w:r w:rsidR="00473B4F">
        <w:rPr>
          <w:noProof/>
          <w:lang w:val="et-EE"/>
        </w:rPr>
        <w:t>lepingu sõlmimist</w:t>
      </w:r>
      <w:r w:rsidRPr="008C1B4F">
        <w:rPr>
          <w:noProof/>
          <w:lang w:val="et-EE"/>
        </w:rPr>
        <w:t xml:space="preserve"> ja saadab selle ostjale e-postiga aadressil </w:t>
      </w:r>
      <w:hyperlink r:id="rId9" w:history="1">
        <w:r w:rsidR="00473B4F" w:rsidRPr="00D66BFD">
          <w:rPr>
            <w:rStyle w:val="Hperlink"/>
            <w:noProof/>
            <w:lang w:val="et-EE"/>
          </w:rPr>
          <w:t>karlraatpalu@gmail.com</w:t>
        </w:r>
      </w:hyperlink>
      <w:r w:rsidR="00601EED">
        <w:rPr>
          <w:noProof/>
        </w:rPr>
        <w:t>.</w:t>
      </w:r>
    </w:p>
    <w:p w14:paraId="17D18E26" w14:textId="77777777" w:rsidR="008C1B4F" w:rsidRPr="008C1B4F" w:rsidRDefault="008C1B4F" w:rsidP="006555C9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</w:p>
    <w:p w14:paraId="5D4712CE" w14:textId="77777777" w:rsidR="008C1B4F" w:rsidRDefault="00EF632B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Kasvava metsa raie, väljaveo tingimused ja poolte õigused ning kohustused</w:t>
      </w:r>
    </w:p>
    <w:p w14:paraId="0AA96239" w14:textId="156A5AC7" w:rsidR="008C1B4F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>Ostja on kohustatud kasvava metsa raie ja puidusortimentide väljaveo metsast teostama hiljemalt</w:t>
      </w:r>
      <w:r w:rsidR="009F67D4">
        <w:rPr>
          <w:noProof/>
          <w:lang w:val="et-EE"/>
        </w:rPr>
        <w:t xml:space="preserve"> </w:t>
      </w:r>
      <w:sdt>
        <w:sdtPr>
          <w:rPr>
            <w:b/>
            <w:noProof/>
            <w:lang w:val="et-EE"/>
          </w:rPr>
          <w:id w:val="-5912838"/>
          <w:placeholder>
            <w:docPart w:val="248EBAE10C5D4585AC81EAC9AAEB860E"/>
          </w:placeholder>
          <w:date w:fullDate="2024-04-14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="00601EED">
            <w:rPr>
              <w:b/>
              <w:noProof/>
              <w:lang w:val="et-EE"/>
            </w:rPr>
            <w:t>14.04.2024</w:t>
          </w:r>
        </w:sdtContent>
      </w:sdt>
      <w:r w:rsidR="009F67D4">
        <w:rPr>
          <w:b/>
          <w:noProof/>
          <w:lang w:val="et-EE"/>
        </w:rPr>
        <w:t>.</w:t>
      </w:r>
    </w:p>
    <w:p w14:paraId="1F29E213" w14:textId="77777777" w:rsidR="008C1B4F" w:rsidRPr="009E7097" w:rsidRDefault="00EF632B" w:rsidP="006555C9">
      <w:pPr>
        <w:pStyle w:val="Pealkiri21"/>
        <w:jc w:val="both"/>
        <w:rPr>
          <w:noProof/>
          <w:lang w:val="et-EE"/>
        </w:rPr>
      </w:pPr>
      <w:r w:rsidRPr="000773E1">
        <w:rPr>
          <w:noProof/>
          <w:lang w:val="et-EE"/>
        </w:rPr>
        <w:t xml:space="preserve">Ostja kirjalikul taotlusel võib </w:t>
      </w:r>
      <w:r w:rsidR="003F5043" w:rsidRPr="000773E1">
        <w:rPr>
          <w:noProof/>
          <w:lang w:val="et-EE"/>
        </w:rPr>
        <w:t>m</w:t>
      </w:r>
      <w:r w:rsidRPr="000773E1">
        <w:rPr>
          <w:noProof/>
          <w:lang w:val="et-EE"/>
        </w:rPr>
        <w:t xml:space="preserve">üüja mõjuvate põhjuste olemasolul raie ja/või puidusortimentide väljaveo tähtaega pikendada. Tähtaja pikendamine vormistatakse </w:t>
      </w:r>
      <w:r w:rsidRPr="009E7097">
        <w:rPr>
          <w:noProof/>
          <w:lang w:val="et-EE"/>
        </w:rPr>
        <w:t>kirjalikult</w:t>
      </w:r>
      <w:r w:rsidR="003F5043" w:rsidRPr="009E7097">
        <w:rPr>
          <w:noProof/>
          <w:lang w:val="et-EE"/>
        </w:rPr>
        <w:t xml:space="preserve"> võttes arvesse </w:t>
      </w:r>
      <w:r w:rsidR="00A83533" w:rsidRPr="009E7097">
        <w:rPr>
          <w:noProof/>
          <w:lang w:val="et-EE"/>
        </w:rPr>
        <w:t xml:space="preserve">kasvava metsa raieõiguse müügilepingu </w:t>
      </w:r>
      <w:r w:rsidR="003F5043" w:rsidRPr="009E7097">
        <w:rPr>
          <w:noProof/>
          <w:lang w:val="et-EE"/>
        </w:rPr>
        <w:t xml:space="preserve">tüüptingimuste punkti </w:t>
      </w:r>
      <w:r w:rsidR="00A83533" w:rsidRPr="009E7097">
        <w:rPr>
          <w:noProof/>
          <w:lang w:val="et-EE"/>
        </w:rPr>
        <w:t>4.3.7</w:t>
      </w:r>
      <w:r w:rsidR="008C1B4F" w:rsidRPr="009E7097">
        <w:rPr>
          <w:noProof/>
          <w:lang w:val="et-EE"/>
        </w:rPr>
        <w:t>.</w:t>
      </w:r>
    </w:p>
    <w:p w14:paraId="24D2C3AD" w14:textId="77777777" w:rsidR="008C1B4F" w:rsidRPr="009E7097" w:rsidRDefault="00EF632B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Ostja kohustub:</w:t>
      </w:r>
    </w:p>
    <w:p w14:paraId="44A99658" w14:textId="77777777" w:rsidR="009E7097" w:rsidRPr="009E7097" w:rsidRDefault="009E7097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</w:t>
      </w:r>
      <w:r w:rsidR="00A83533" w:rsidRPr="009E7097">
        <w:rPr>
          <w:noProof/>
          <w:lang w:val="et-EE"/>
        </w:rPr>
        <w:t>asvava metsa raieõiguse müügilepingu tüüptingimuste punktid 4.3.1. – 4.3.8.)</w:t>
      </w:r>
      <w:r w:rsidR="00F57666" w:rsidRPr="009E7097">
        <w:rPr>
          <w:noProof/>
          <w:lang w:val="et-EE"/>
        </w:rPr>
        <w:t>.</w:t>
      </w:r>
    </w:p>
    <w:p w14:paraId="38F98749" w14:textId="77777777" w:rsidR="009E7097" w:rsidRPr="009E7097" w:rsidRDefault="009E7097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Müüja kohustub:</w:t>
      </w:r>
    </w:p>
    <w:p w14:paraId="57C7C2C6" w14:textId="6BF5366C" w:rsidR="009E7097" w:rsidRPr="00B27A28" w:rsidRDefault="00FE21D6" w:rsidP="006555C9">
      <w:pPr>
        <w:pStyle w:val="Pealkiri31"/>
        <w:jc w:val="both"/>
        <w:rPr>
          <w:noProof/>
          <w:lang w:val="et-EE"/>
        </w:rPr>
      </w:pPr>
      <w:r w:rsidRPr="00B27A28">
        <w:rPr>
          <w:noProof/>
        </w:rPr>
        <w:t xml:space="preserve">üle andma ostjale raielangi, mille häilude ligikaudne keskkoht on </w:t>
      </w:r>
      <w:r w:rsidR="00AD4C0B">
        <w:rPr>
          <w:noProof/>
        </w:rPr>
        <w:t xml:space="preserve">looduses tähistatud </w:t>
      </w:r>
      <w:r w:rsidRPr="00B27A28">
        <w:rPr>
          <w:noProof/>
        </w:rPr>
        <w:t>nu</w:t>
      </w:r>
      <w:r w:rsidR="00AD4C0B">
        <w:rPr>
          <w:noProof/>
        </w:rPr>
        <w:t>mbriga</w:t>
      </w:r>
      <w:r w:rsidRPr="00B27A28">
        <w:rPr>
          <w:noProof/>
        </w:rPr>
        <w:t xml:space="preserve"> (1-9</w:t>
      </w:r>
      <w:r w:rsidR="00B27A28" w:rsidRPr="00B27A28">
        <w:rPr>
          <w:noProof/>
        </w:rPr>
        <w:t>, number kirjutatud puu tüvele</w:t>
      </w:r>
      <w:r w:rsidRPr="00B27A28">
        <w:rPr>
          <w:noProof/>
        </w:rPr>
        <w:t>)</w:t>
      </w:r>
      <w:r w:rsidR="00B27A28" w:rsidRPr="00B27A28">
        <w:rPr>
          <w:noProof/>
        </w:rPr>
        <w:t xml:space="preserve"> ja häilude välispiir on tähistatud oranži värvi X-dega (tähistused on</w:t>
      </w:r>
      <w:r w:rsidR="00AD4C0B">
        <w:rPr>
          <w:noProof/>
        </w:rPr>
        <w:t xml:space="preserve"> häilu</w:t>
      </w:r>
      <w:r w:rsidR="00B27A28" w:rsidRPr="00B27A28">
        <w:rPr>
          <w:noProof/>
        </w:rPr>
        <w:t xml:space="preserve"> keskkoha suunas). Kokkuveotee on looduses tähistatud oranži värvi nooltega (puu tüvedel). Rajatav vahelao plats on looduses tähistatud oranži värvi sõnaga “LADU” (puu tüvel</w:t>
      </w:r>
      <w:r w:rsidR="00B27A28" w:rsidRPr="00A80D7D">
        <w:rPr>
          <w:noProof/>
        </w:rPr>
        <w:t xml:space="preserve">), </w:t>
      </w:r>
      <w:r w:rsidR="00E527EA" w:rsidRPr="00A80D7D">
        <w:rPr>
          <w:noProof/>
        </w:rPr>
        <w:t>mis piirneb kahest külj</w:t>
      </w:r>
      <w:r w:rsidR="002E00D8">
        <w:rPr>
          <w:noProof/>
        </w:rPr>
        <w:t>e</w:t>
      </w:r>
      <w:r w:rsidR="00E527EA" w:rsidRPr="00A80D7D">
        <w:rPr>
          <w:noProof/>
        </w:rPr>
        <w:t>st kvartali sihtidega ja ülejäänud</w:t>
      </w:r>
      <w:r w:rsidR="00B27A28" w:rsidRPr="00A80D7D">
        <w:rPr>
          <w:noProof/>
        </w:rPr>
        <w:t xml:space="preserve"> välispiir on tähistatud oranži värvi X-dega. </w:t>
      </w:r>
      <w:r w:rsidR="00B27A28" w:rsidRPr="00B27A28">
        <w:rPr>
          <w:noProof/>
        </w:rPr>
        <w:lastRenderedPageBreak/>
        <w:t xml:space="preserve">Raiele kuuluvad puud häilude sees ja vahelao platsil </w:t>
      </w:r>
      <w:r w:rsidR="00E527EA">
        <w:rPr>
          <w:noProof/>
        </w:rPr>
        <w:t xml:space="preserve">kvartali sihitidest </w:t>
      </w:r>
      <w:r w:rsidR="00B27A28" w:rsidRPr="00B27A28">
        <w:rPr>
          <w:noProof/>
        </w:rPr>
        <w:t xml:space="preserve">kuni looduses tähistatud välispiirini ning oranži värvi nooltega tähistatud puud kokkuveotee rajamiseks. </w:t>
      </w:r>
      <w:r w:rsidR="00473B4F" w:rsidRPr="00473B4F">
        <w:rPr>
          <w:b/>
          <w:bCs/>
          <w:noProof/>
        </w:rPr>
        <w:t>X-dega tähistatud puude raie on keelatud!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1964"/>
        <w:gridCol w:w="1958"/>
        <w:gridCol w:w="1936"/>
        <w:gridCol w:w="2052"/>
      </w:tblGrid>
      <w:tr w:rsidR="0070179E" w14:paraId="03795B7C" w14:textId="77777777" w:rsidTr="001D64E5">
        <w:tc>
          <w:tcPr>
            <w:tcW w:w="1964" w:type="dxa"/>
            <w:vAlign w:val="center"/>
          </w:tcPr>
          <w:p w14:paraId="7E501028" w14:textId="3B4D5743" w:rsidR="00B27A28" w:rsidRPr="001D64E5" w:rsidRDefault="00B27A28" w:rsidP="001D64E5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 w:rsidRPr="001D64E5">
              <w:rPr>
                <w:noProof/>
                <w:lang w:val="et-EE"/>
              </w:rPr>
              <w:t>Kvartal</w:t>
            </w:r>
          </w:p>
        </w:tc>
        <w:tc>
          <w:tcPr>
            <w:tcW w:w="1958" w:type="dxa"/>
            <w:vAlign w:val="center"/>
          </w:tcPr>
          <w:p w14:paraId="6088D33A" w14:textId="0510763E" w:rsidR="00B27A28" w:rsidRPr="001D64E5" w:rsidRDefault="00B27A28" w:rsidP="001D64E5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 w:rsidRPr="001D64E5">
              <w:rPr>
                <w:noProof/>
                <w:lang w:val="et-EE"/>
              </w:rPr>
              <w:t>Eraldis</w:t>
            </w:r>
          </w:p>
        </w:tc>
        <w:tc>
          <w:tcPr>
            <w:tcW w:w="1936" w:type="dxa"/>
            <w:vAlign w:val="center"/>
          </w:tcPr>
          <w:p w14:paraId="7C1C4C48" w14:textId="0038C218" w:rsidR="00B27A28" w:rsidRPr="001D64E5" w:rsidRDefault="00B27A28" w:rsidP="001D64E5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 w:rsidRPr="001D64E5">
              <w:rPr>
                <w:noProof/>
                <w:lang w:val="et-EE"/>
              </w:rPr>
              <w:t>Häilu nr</w:t>
            </w:r>
          </w:p>
        </w:tc>
        <w:tc>
          <w:tcPr>
            <w:tcW w:w="2052" w:type="dxa"/>
            <w:vAlign w:val="center"/>
          </w:tcPr>
          <w:p w14:paraId="64A75BCB" w14:textId="7F29584A" w:rsidR="00B27A28" w:rsidRPr="001D64E5" w:rsidRDefault="0070179E" w:rsidP="001D64E5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 w:rsidRPr="001D64E5">
              <w:rPr>
                <w:noProof/>
                <w:lang w:val="et-EE"/>
              </w:rPr>
              <w:t>Häilu keskkoha k</w:t>
            </w:r>
            <w:r w:rsidR="00B27A28" w:rsidRPr="001D64E5">
              <w:rPr>
                <w:noProof/>
                <w:lang w:val="et-EE"/>
              </w:rPr>
              <w:t>oordinaadid</w:t>
            </w:r>
          </w:p>
        </w:tc>
      </w:tr>
      <w:tr w:rsidR="0070179E" w14:paraId="47817744" w14:textId="77777777" w:rsidTr="0070179E">
        <w:tc>
          <w:tcPr>
            <w:tcW w:w="1964" w:type="dxa"/>
            <w:vMerge w:val="restart"/>
            <w:vAlign w:val="center"/>
          </w:tcPr>
          <w:p w14:paraId="61B74444" w14:textId="7A88EEB3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VO425</w:t>
            </w:r>
          </w:p>
        </w:tc>
        <w:tc>
          <w:tcPr>
            <w:tcW w:w="1958" w:type="dxa"/>
            <w:vMerge w:val="restart"/>
            <w:vAlign w:val="center"/>
          </w:tcPr>
          <w:p w14:paraId="4EC2C296" w14:textId="22429EBC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</w:t>
            </w:r>
          </w:p>
        </w:tc>
        <w:tc>
          <w:tcPr>
            <w:tcW w:w="1936" w:type="dxa"/>
            <w:vAlign w:val="center"/>
          </w:tcPr>
          <w:p w14:paraId="20AFE530" w14:textId="70D04C97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1</w:t>
            </w:r>
          </w:p>
        </w:tc>
        <w:tc>
          <w:tcPr>
            <w:tcW w:w="2052" w:type="dxa"/>
            <w:vAlign w:val="center"/>
          </w:tcPr>
          <w:p w14:paraId="16F81D1C" w14:textId="00F0BDA8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00.0119’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10.2980’</w:t>
            </w:r>
          </w:p>
        </w:tc>
      </w:tr>
      <w:tr w:rsidR="0070179E" w14:paraId="7E355AEC" w14:textId="77777777" w:rsidTr="0070179E">
        <w:tc>
          <w:tcPr>
            <w:tcW w:w="1964" w:type="dxa"/>
            <w:vMerge/>
          </w:tcPr>
          <w:p w14:paraId="4CC9391B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5EA08CA2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50401C29" w14:textId="3716AACB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2</w:t>
            </w:r>
          </w:p>
        </w:tc>
        <w:tc>
          <w:tcPr>
            <w:tcW w:w="2052" w:type="dxa"/>
            <w:vAlign w:val="center"/>
          </w:tcPr>
          <w:p w14:paraId="46852DA8" w14:textId="7B1326D8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00.0172’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10.2451’</w:t>
            </w:r>
          </w:p>
        </w:tc>
      </w:tr>
      <w:tr w:rsidR="0070179E" w14:paraId="05623AA2" w14:textId="77777777" w:rsidTr="0070179E">
        <w:tc>
          <w:tcPr>
            <w:tcW w:w="1964" w:type="dxa"/>
            <w:vMerge/>
          </w:tcPr>
          <w:p w14:paraId="5FEE0838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49BE292E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1F3EA593" w14:textId="7BA2FED1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3</w:t>
            </w:r>
          </w:p>
        </w:tc>
        <w:tc>
          <w:tcPr>
            <w:tcW w:w="2052" w:type="dxa"/>
            <w:vAlign w:val="center"/>
          </w:tcPr>
          <w:p w14:paraId="4162C667" w14:textId="62643083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00.0166’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10.1855’</w:t>
            </w:r>
          </w:p>
        </w:tc>
      </w:tr>
      <w:tr w:rsidR="0070179E" w14:paraId="04B637C5" w14:textId="77777777" w:rsidTr="0070179E">
        <w:tc>
          <w:tcPr>
            <w:tcW w:w="1964" w:type="dxa"/>
            <w:vMerge w:val="restart"/>
            <w:vAlign w:val="center"/>
          </w:tcPr>
          <w:p w14:paraId="24700AD5" w14:textId="7B57624F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VO425</w:t>
            </w:r>
          </w:p>
        </w:tc>
        <w:tc>
          <w:tcPr>
            <w:tcW w:w="1958" w:type="dxa"/>
            <w:vMerge w:val="restart"/>
            <w:vAlign w:val="center"/>
          </w:tcPr>
          <w:p w14:paraId="795C46C5" w14:textId="1CBB368F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26</w:t>
            </w:r>
          </w:p>
        </w:tc>
        <w:tc>
          <w:tcPr>
            <w:tcW w:w="1936" w:type="dxa"/>
            <w:vAlign w:val="center"/>
          </w:tcPr>
          <w:p w14:paraId="6413F903" w14:textId="6080F708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4</w:t>
            </w:r>
          </w:p>
        </w:tc>
        <w:tc>
          <w:tcPr>
            <w:tcW w:w="2052" w:type="dxa"/>
            <w:vAlign w:val="center"/>
          </w:tcPr>
          <w:p w14:paraId="6D44D542" w14:textId="1CCF4A8C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00.0178’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10.6564’</w:t>
            </w:r>
          </w:p>
        </w:tc>
      </w:tr>
      <w:tr w:rsidR="0070179E" w14:paraId="28AB1758" w14:textId="77777777" w:rsidTr="00C85452">
        <w:tc>
          <w:tcPr>
            <w:tcW w:w="1964" w:type="dxa"/>
            <w:vMerge/>
          </w:tcPr>
          <w:p w14:paraId="5D863E88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0219C991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32567134" w14:textId="4E91E424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5</w:t>
            </w:r>
          </w:p>
        </w:tc>
        <w:tc>
          <w:tcPr>
            <w:tcW w:w="2052" w:type="dxa"/>
            <w:vAlign w:val="center"/>
          </w:tcPr>
          <w:p w14:paraId="3941B435" w14:textId="2BDE439C" w:rsidR="0070179E" w:rsidRDefault="00C85452" w:rsidP="00C85452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00.005’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10.6536’</w:t>
            </w:r>
          </w:p>
        </w:tc>
      </w:tr>
      <w:tr w:rsidR="0070179E" w14:paraId="2E1B54E2" w14:textId="77777777" w:rsidTr="0070179E">
        <w:tc>
          <w:tcPr>
            <w:tcW w:w="1964" w:type="dxa"/>
            <w:vMerge/>
          </w:tcPr>
          <w:p w14:paraId="46AB4663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33B81F61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399896CB" w14:textId="4DEA2B0B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6</w:t>
            </w:r>
          </w:p>
        </w:tc>
        <w:tc>
          <w:tcPr>
            <w:tcW w:w="2052" w:type="dxa"/>
            <w:vAlign w:val="center"/>
          </w:tcPr>
          <w:p w14:paraId="2DDDB952" w14:textId="1706D6AA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58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59.8802’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10.6519’</w:t>
            </w:r>
          </w:p>
        </w:tc>
      </w:tr>
      <w:tr w:rsidR="0070179E" w14:paraId="1C3DEC7A" w14:textId="77777777" w:rsidTr="0070179E">
        <w:tc>
          <w:tcPr>
            <w:tcW w:w="1964" w:type="dxa"/>
            <w:vMerge/>
          </w:tcPr>
          <w:p w14:paraId="699430A0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751A51BF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0DBF149C" w14:textId="2B822967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7</w:t>
            </w:r>
          </w:p>
        </w:tc>
        <w:tc>
          <w:tcPr>
            <w:tcW w:w="2052" w:type="dxa"/>
            <w:vAlign w:val="center"/>
          </w:tcPr>
          <w:p w14:paraId="768660D6" w14:textId="254B0EC5" w:rsidR="0070179E" w:rsidRDefault="0070179E" w:rsidP="0070179E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59.8566’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10.6513’</w:t>
            </w:r>
          </w:p>
        </w:tc>
      </w:tr>
      <w:tr w:rsidR="0070179E" w14:paraId="73F7A4BA" w14:textId="77777777" w:rsidTr="00C85452">
        <w:tc>
          <w:tcPr>
            <w:tcW w:w="1964" w:type="dxa"/>
            <w:vMerge w:val="restart"/>
            <w:vAlign w:val="center"/>
          </w:tcPr>
          <w:p w14:paraId="4CF7449C" w14:textId="5F4162CD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VO426</w:t>
            </w:r>
          </w:p>
        </w:tc>
        <w:tc>
          <w:tcPr>
            <w:tcW w:w="1958" w:type="dxa"/>
            <w:vMerge w:val="restart"/>
            <w:vAlign w:val="center"/>
          </w:tcPr>
          <w:p w14:paraId="4510036A" w14:textId="1F0F4D53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34</w:t>
            </w:r>
          </w:p>
        </w:tc>
        <w:tc>
          <w:tcPr>
            <w:tcW w:w="1936" w:type="dxa"/>
            <w:vAlign w:val="center"/>
          </w:tcPr>
          <w:p w14:paraId="125FE52F" w14:textId="291621E0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8</w:t>
            </w:r>
          </w:p>
        </w:tc>
        <w:tc>
          <w:tcPr>
            <w:tcW w:w="2052" w:type="dxa"/>
            <w:vAlign w:val="center"/>
          </w:tcPr>
          <w:p w14:paraId="03E7F03A" w14:textId="518105F0" w:rsidR="0070179E" w:rsidRDefault="0070179E" w:rsidP="00C85452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59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00.01</w:t>
            </w:r>
            <w:r w:rsidR="00C85452">
              <w:rPr>
                <w:noProof/>
              </w:rPr>
              <w:t>91</w:t>
            </w:r>
            <w:r>
              <w:rPr>
                <w:noProof/>
              </w:rPr>
              <w:t>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</w:t>
            </w:r>
            <w:r w:rsidR="00C85452">
              <w:rPr>
                <w:noProof/>
              </w:rPr>
              <w:t>8300</w:t>
            </w:r>
            <w:r>
              <w:rPr>
                <w:noProof/>
              </w:rPr>
              <w:t>’</w:t>
            </w:r>
          </w:p>
        </w:tc>
      </w:tr>
      <w:tr w:rsidR="0070179E" w14:paraId="17E19DBA" w14:textId="77777777" w:rsidTr="00C85452">
        <w:tc>
          <w:tcPr>
            <w:tcW w:w="1964" w:type="dxa"/>
            <w:vMerge/>
          </w:tcPr>
          <w:p w14:paraId="18F6C8B4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58" w:type="dxa"/>
            <w:vMerge/>
          </w:tcPr>
          <w:p w14:paraId="4E7E6A38" w14:textId="77777777" w:rsidR="0070179E" w:rsidRDefault="0070179E" w:rsidP="00B27A28">
            <w:pPr>
              <w:pStyle w:val="Pealkiri31"/>
              <w:numPr>
                <w:ilvl w:val="0"/>
                <w:numId w:val="0"/>
              </w:numPr>
              <w:jc w:val="both"/>
              <w:rPr>
                <w:noProof/>
                <w:lang w:val="et-EE"/>
              </w:rPr>
            </w:pPr>
          </w:p>
        </w:tc>
        <w:tc>
          <w:tcPr>
            <w:tcW w:w="1936" w:type="dxa"/>
            <w:vAlign w:val="center"/>
          </w:tcPr>
          <w:p w14:paraId="62BDD576" w14:textId="511E551B" w:rsidR="0070179E" w:rsidRDefault="0070179E" w:rsidP="0070179E">
            <w:pPr>
              <w:pStyle w:val="Pealkiri31"/>
              <w:numPr>
                <w:ilvl w:val="0"/>
                <w:numId w:val="0"/>
              </w:num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9</w:t>
            </w:r>
          </w:p>
        </w:tc>
        <w:tc>
          <w:tcPr>
            <w:tcW w:w="2052" w:type="dxa"/>
            <w:vAlign w:val="center"/>
          </w:tcPr>
          <w:p w14:paraId="27B2F805" w14:textId="028A7A78" w:rsidR="0070179E" w:rsidRDefault="00C85452" w:rsidP="00C85452">
            <w:pPr>
              <w:pStyle w:val="Pealkiri31"/>
              <w:numPr>
                <w:ilvl w:val="0"/>
                <w:numId w:val="0"/>
              </w:num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N 58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59.9822’</w:t>
            </w:r>
            <w:r>
              <w:rPr>
                <w:noProof/>
              </w:rPr>
              <w:br/>
            </w:r>
            <w:r>
              <w:rPr>
                <w:noProof/>
                <w:lang w:val="et-EE"/>
              </w:rPr>
              <w:t>E 23</w:t>
            </w:r>
            <w:r w:rsidRPr="0070179E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  <w:r w:rsidRPr="0070179E">
              <w:rPr>
                <w:noProof/>
              </w:rPr>
              <w:t>°</w:t>
            </w:r>
            <w:r>
              <w:rPr>
                <w:noProof/>
              </w:rPr>
              <w:t xml:space="preserve"> 10.8583’</w:t>
            </w:r>
          </w:p>
        </w:tc>
      </w:tr>
    </w:tbl>
    <w:p w14:paraId="65CA3F27" w14:textId="77777777" w:rsidR="00B27A28" w:rsidRPr="00B27A28" w:rsidRDefault="00B27A28" w:rsidP="00B27A28">
      <w:pPr>
        <w:pStyle w:val="Pealkiri31"/>
        <w:numPr>
          <w:ilvl w:val="0"/>
          <w:numId w:val="0"/>
        </w:numPr>
        <w:ind w:left="720"/>
        <w:jc w:val="both"/>
        <w:rPr>
          <w:noProof/>
          <w:lang w:val="et-EE"/>
        </w:rPr>
      </w:pPr>
    </w:p>
    <w:p w14:paraId="25881C2B" w14:textId="77777777" w:rsidR="009E7097" w:rsidRPr="009E7097" w:rsidRDefault="00A83533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Kasvava metsa raieõiguse müügilepingu tüüptingimuste punktid 4.8.1. – 4.8.2.)</w:t>
      </w:r>
      <w:r w:rsidR="00F57666" w:rsidRPr="009E7097">
        <w:rPr>
          <w:noProof/>
          <w:lang w:val="et-EE"/>
        </w:rPr>
        <w:t>.</w:t>
      </w:r>
    </w:p>
    <w:p w14:paraId="71AD6939" w14:textId="77777777" w:rsidR="009E7097" w:rsidRPr="009E7097" w:rsidRDefault="00EF632B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 xml:space="preserve">üle andma </w:t>
      </w:r>
      <w:r w:rsidR="00A83533" w:rsidRPr="009E7097">
        <w:rPr>
          <w:noProof/>
          <w:lang w:val="et-EE"/>
        </w:rPr>
        <w:t>o</w:t>
      </w:r>
      <w:r w:rsidRPr="009E7097">
        <w:rPr>
          <w:noProof/>
          <w:lang w:val="et-EE"/>
        </w:rPr>
        <w:t>stja</w:t>
      </w:r>
      <w:r w:rsidR="00A83533" w:rsidRPr="009E7097">
        <w:rPr>
          <w:noProof/>
          <w:lang w:val="et-EE"/>
        </w:rPr>
        <w:t xml:space="preserve"> soovil </w:t>
      </w:r>
      <w:r w:rsidR="00F57666" w:rsidRPr="009E7097">
        <w:rPr>
          <w:noProof/>
          <w:lang w:val="et-EE"/>
        </w:rPr>
        <w:t xml:space="preserve">punktis 1.4. sätestatud </w:t>
      </w:r>
      <w:r w:rsidRPr="009E7097">
        <w:rPr>
          <w:noProof/>
          <w:lang w:val="et-EE"/>
        </w:rPr>
        <w:t xml:space="preserve">raielangi kohta kehtiva metsateatise koopia, mille </w:t>
      </w:r>
      <w:r w:rsidR="00A83533" w:rsidRPr="009E7097">
        <w:rPr>
          <w:noProof/>
          <w:lang w:val="et-EE"/>
        </w:rPr>
        <w:t>o</w:t>
      </w:r>
      <w:r w:rsidRPr="009E7097">
        <w:rPr>
          <w:noProof/>
          <w:lang w:val="et-EE"/>
        </w:rPr>
        <w:t xml:space="preserve">stja saab esitada nõudmisel raiumise õigust tõendava </w:t>
      </w:r>
      <w:r w:rsidR="009E7097" w:rsidRPr="009E7097">
        <w:rPr>
          <w:noProof/>
          <w:lang w:val="et-EE"/>
        </w:rPr>
        <w:t>dokumendina.</w:t>
      </w:r>
    </w:p>
    <w:p w14:paraId="24AA941D" w14:textId="77777777" w:rsidR="009E7097" w:rsidRPr="009E7097" w:rsidRDefault="009E7097" w:rsidP="006555C9">
      <w:pPr>
        <w:pStyle w:val="Pealkiri21"/>
        <w:jc w:val="both"/>
        <w:rPr>
          <w:noProof/>
          <w:lang w:val="et-EE"/>
        </w:rPr>
      </w:pPr>
      <w:r w:rsidRPr="009E7097">
        <w:rPr>
          <w:noProof/>
          <w:lang w:val="et-EE"/>
        </w:rPr>
        <w:t>Müüjal on õigus:</w:t>
      </w:r>
    </w:p>
    <w:p w14:paraId="3F00DF4C" w14:textId="77777777" w:rsidR="00F57666" w:rsidRDefault="009E7097" w:rsidP="006555C9">
      <w:pPr>
        <w:pStyle w:val="Pealkiri31"/>
        <w:jc w:val="both"/>
        <w:rPr>
          <w:noProof/>
          <w:lang w:val="et-EE"/>
        </w:rPr>
      </w:pPr>
      <w:r w:rsidRPr="009E7097">
        <w:rPr>
          <w:noProof/>
          <w:lang w:val="et-EE"/>
        </w:rPr>
        <w:t>(vt k</w:t>
      </w:r>
      <w:r w:rsidR="00F57666" w:rsidRPr="009E7097">
        <w:rPr>
          <w:noProof/>
          <w:lang w:val="et-EE"/>
        </w:rPr>
        <w:t>asvava metsa raieõiguse müügilepingu tüüptingimuste punktid 4.9.1. – 4.9.4.).</w:t>
      </w:r>
    </w:p>
    <w:p w14:paraId="1F833A62" w14:textId="77777777" w:rsidR="009E7097" w:rsidRPr="009E7097" w:rsidRDefault="009E7097" w:rsidP="006555C9">
      <w:pPr>
        <w:pStyle w:val="Pealkiri21"/>
        <w:numPr>
          <w:ilvl w:val="0"/>
          <w:numId w:val="0"/>
        </w:numPr>
        <w:ind w:left="576" w:hanging="576"/>
        <w:jc w:val="both"/>
        <w:rPr>
          <w:noProof/>
          <w:lang w:val="et-EE"/>
        </w:rPr>
      </w:pPr>
    </w:p>
    <w:p w14:paraId="086377EE" w14:textId="77777777" w:rsidR="009E7097" w:rsidRDefault="00AF6DF3" w:rsidP="006555C9">
      <w:pPr>
        <w:pStyle w:val="Pealkiri11"/>
        <w:jc w:val="both"/>
        <w:rPr>
          <w:noProof/>
          <w:lang w:val="et-EE"/>
        </w:rPr>
      </w:pPr>
      <w:r w:rsidRPr="000773E1">
        <w:rPr>
          <w:b/>
          <w:bCs/>
          <w:noProof/>
          <w:lang w:val="et-EE"/>
        </w:rPr>
        <w:t>Poolte vastutus l</w:t>
      </w:r>
      <w:r w:rsidR="00EF632B" w:rsidRPr="000773E1">
        <w:rPr>
          <w:b/>
          <w:bCs/>
          <w:noProof/>
          <w:lang w:val="et-EE"/>
        </w:rPr>
        <w:t>epingu tingimuste rikkumisel</w:t>
      </w:r>
      <w:r w:rsidR="00EF632B" w:rsidRPr="000773E1">
        <w:rPr>
          <w:noProof/>
          <w:lang w:val="et-EE"/>
        </w:rPr>
        <w:t xml:space="preserve"> </w:t>
      </w:r>
    </w:p>
    <w:p w14:paraId="6AFC8D05" w14:textId="77777777" w:rsidR="001A5C46" w:rsidRDefault="009E7097" w:rsidP="00643962">
      <w:pPr>
        <w:pStyle w:val="Pealkiri21"/>
        <w:numPr>
          <w:ilvl w:val="0"/>
          <w:numId w:val="0"/>
        </w:numPr>
        <w:ind w:left="576"/>
        <w:jc w:val="both"/>
        <w:rPr>
          <w:noProof/>
          <w:lang w:val="et-EE"/>
        </w:rPr>
      </w:pPr>
      <w:r>
        <w:rPr>
          <w:noProof/>
          <w:lang w:val="et-EE"/>
        </w:rPr>
        <w:t>(vt k</w:t>
      </w:r>
      <w:r w:rsidR="00AF6DF3" w:rsidRPr="000773E1">
        <w:rPr>
          <w:noProof/>
          <w:lang w:val="et-EE"/>
        </w:rPr>
        <w:t>asvava metsa raieõiguse müügilepingu tüüptingimuste artikkel 7).</w:t>
      </w:r>
    </w:p>
    <w:p w14:paraId="75BAF56B" w14:textId="77777777" w:rsidR="009E7097" w:rsidRPr="000773E1" w:rsidRDefault="009E7097" w:rsidP="006555C9">
      <w:pPr>
        <w:pStyle w:val="Pealkiri21"/>
        <w:numPr>
          <w:ilvl w:val="0"/>
          <w:numId w:val="0"/>
        </w:numPr>
        <w:jc w:val="both"/>
        <w:rPr>
          <w:noProof/>
          <w:lang w:val="et-EE"/>
        </w:rPr>
      </w:pPr>
    </w:p>
    <w:p w14:paraId="20660CC6" w14:textId="77777777" w:rsidR="009E7097" w:rsidRDefault="00C15A32" w:rsidP="006555C9">
      <w:pPr>
        <w:pStyle w:val="Pealkiri11"/>
        <w:jc w:val="both"/>
        <w:rPr>
          <w:b/>
          <w:noProof/>
          <w:lang w:val="et-EE"/>
        </w:rPr>
      </w:pPr>
      <w:r w:rsidRPr="009E7097">
        <w:rPr>
          <w:b/>
          <w:noProof/>
          <w:lang w:val="et-EE"/>
        </w:rPr>
        <w:t>Tüüptingimused raieõiguse võõrandamise lepingu osana ja poolte täielik kokkulepe</w:t>
      </w:r>
    </w:p>
    <w:p w14:paraId="0604C7FF" w14:textId="12143271" w:rsidR="00C15A32" w:rsidRPr="009E7097" w:rsidRDefault="009F67D4" w:rsidP="00643962">
      <w:pPr>
        <w:pStyle w:val="Pealkiri21"/>
        <w:numPr>
          <w:ilvl w:val="0"/>
          <w:numId w:val="0"/>
        </w:numPr>
        <w:ind w:left="576"/>
        <w:jc w:val="both"/>
        <w:rPr>
          <w:b/>
          <w:noProof/>
          <w:lang w:val="et-EE"/>
        </w:rPr>
      </w:pPr>
      <w:r w:rsidRPr="009E7097">
        <w:rPr>
          <w:noProof/>
          <w:lang w:val="et-EE"/>
        </w:rPr>
        <w:t>Lepinguga</w:t>
      </w:r>
      <w:r w:rsidR="00C15A32" w:rsidRPr="009E7097">
        <w:rPr>
          <w:noProof/>
          <w:lang w:val="et-EE"/>
        </w:rPr>
        <w:t xml:space="preserve"> reguleerimata küsimuste osas rakendatakse Riigimetsa Majandamise Keskuse kasvava metsa raieõiguse müügilepingu tüüptingimusi, mi</w:t>
      </w:r>
      <w:r w:rsidR="00D6203F">
        <w:rPr>
          <w:noProof/>
          <w:lang w:val="et-EE"/>
        </w:rPr>
        <w:t>lle</w:t>
      </w:r>
      <w:r w:rsidR="00C15A32" w:rsidRPr="009E7097">
        <w:rPr>
          <w:noProof/>
          <w:lang w:val="et-EE"/>
        </w:rPr>
        <w:t xml:space="preserve"> kehtiv</w:t>
      </w:r>
      <w:r w:rsidR="00D6203F">
        <w:rPr>
          <w:noProof/>
          <w:lang w:val="et-EE"/>
        </w:rPr>
        <w:t xml:space="preserve"> versioon on </w:t>
      </w:r>
      <w:r w:rsidR="00C15A32" w:rsidRPr="009E7097">
        <w:rPr>
          <w:noProof/>
          <w:lang w:val="et-EE"/>
        </w:rPr>
        <w:t xml:space="preserve">avaldatud </w:t>
      </w:r>
      <w:hyperlink r:id="rId10" w:history="1">
        <w:r w:rsidR="00C15A32" w:rsidRPr="009E7097">
          <w:rPr>
            <w:rStyle w:val="Hperlink"/>
            <w:bCs/>
            <w:noProof/>
            <w:lang w:val="et-EE"/>
          </w:rPr>
          <w:t>www.rmk.ee</w:t>
        </w:r>
      </w:hyperlink>
      <w:r w:rsidR="00C15A32" w:rsidRPr="009E7097">
        <w:rPr>
          <w:noProof/>
          <w:lang w:val="et-EE"/>
        </w:rPr>
        <w:t xml:space="preserve">. Ostja kinnitab käesolevaga oma allkirjaga, et on nimetatud tüüptingimustega tutvunud ning nende sisust teadlik. Müüjal on õigus tüüptingimusi ühepoolselt muuta tüüptingimustega ettenähtud viisil. </w:t>
      </w:r>
      <w:r w:rsidRPr="009E7097">
        <w:rPr>
          <w:noProof/>
          <w:lang w:val="et-EE"/>
        </w:rPr>
        <w:t xml:space="preserve">Leping </w:t>
      </w:r>
      <w:r w:rsidR="00C15A32" w:rsidRPr="009E7097">
        <w:rPr>
          <w:noProof/>
          <w:lang w:val="et-EE"/>
        </w:rPr>
        <w:t xml:space="preserve">koos lisade ja tüüptingimustega sisaldab endas poolte täieliku kokkuleppe ja sisaldab kõiki lepingus kasvava metsa raieõiguse müüki puudutavaid tingimusi, milles pooled on soovinud kokku leppida. </w:t>
      </w:r>
    </w:p>
    <w:p w14:paraId="007940BB" w14:textId="77777777" w:rsidR="009E7097" w:rsidRPr="009E7097" w:rsidRDefault="009E7097" w:rsidP="006555C9">
      <w:pPr>
        <w:pStyle w:val="Pealkiri21"/>
        <w:numPr>
          <w:ilvl w:val="0"/>
          <w:numId w:val="0"/>
        </w:numPr>
        <w:jc w:val="both"/>
        <w:rPr>
          <w:b/>
          <w:noProof/>
          <w:lang w:val="et-EE"/>
        </w:rPr>
      </w:pPr>
    </w:p>
    <w:p w14:paraId="46B4F729" w14:textId="77777777" w:rsidR="009E7097" w:rsidRDefault="00C15A32" w:rsidP="006555C9">
      <w:pPr>
        <w:pStyle w:val="Pealkiri11"/>
        <w:jc w:val="both"/>
        <w:rPr>
          <w:noProof/>
          <w:color w:val="000000"/>
          <w:lang w:val="et-EE"/>
        </w:rPr>
      </w:pPr>
      <w:r w:rsidRPr="000773E1">
        <w:rPr>
          <w:b/>
          <w:bCs/>
          <w:noProof/>
          <w:color w:val="000000"/>
          <w:lang w:val="et-EE"/>
        </w:rPr>
        <w:t>Muud tingimused</w:t>
      </w:r>
      <w:r w:rsidRPr="000773E1">
        <w:rPr>
          <w:noProof/>
          <w:color w:val="000000"/>
          <w:lang w:val="et-EE"/>
        </w:rPr>
        <w:t xml:space="preserve"> </w:t>
      </w:r>
    </w:p>
    <w:p w14:paraId="277AC6B3" w14:textId="13CC1406" w:rsidR="009E7097" w:rsidRPr="00FE4B7E" w:rsidRDefault="00C15A32" w:rsidP="000E5CD4">
      <w:pPr>
        <w:pStyle w:val="Pealkiri21"/>
      </w:pPr>
      <w:r w:rsidRPr="009F67D4">
        <w:t xml:space="preserve">Pooled kohustuvad hoidma konfidentsiaalsena kõik seoses </w:t>
      </w:r>
      <w:r w:rsidR="00AF6DF3" w:rsidRPr="009F67D4">
        <w:t>l</w:t>
      </w:r>
      <w:r w:rsidRPr="009F67D4">
        <w:t>epingu täitmisega teatavaks saanud isikuandmed</w:t>
      </w:r>
      <w:r w:rsidR="006E541B">
        <w:t xml:space="preserve"> tulenevalt isikuandmete </w:t>
      </w:r>
      <w:r w:rsidR="00861EE1">
        <w:t>kaitse nõuetest</w:t>
      </w:r>
      <w:r w:rsidR="009E7097">
        <w:t>.</w:t>
      </w:r>
      <w:r w:rsidR="00FE4B7E">
        <w:t xml:space="preserve"> </w:t>
      </w:r>
    </w:p>
    <w:p w14:paraId="2C258810" w14:textId="77777777" w:rsidR="009E7097" w:rsidRDefault="00C15A32" w:rsidP="006555C9">
      <w:pPr>
        <w:pStyle w:val="Pealkiri21"/>
        <w:jc w:val="both"/>
        <w:rPr>
          <w:noProof/>
          <w:color w:val="000000"/>
          <w:lang w:val="et-EE"/>
        </w:rPr>
      </w:pPr>
      <w:r w:rsidRPr="009F67D4">
        <w:rPr>
          <w:noProof/>
          <w:color w:val="000000"/>
          <w:lang w:val="et-EE"/>
        </w:rPr>
        <w:t xml:space="preserve">Lepingu allkirjastamisega kinnitavad pooled, et </w:t>
      </w:r>
      <w:r w:rsidR="00C4129F" w:rsidRPr="009F67D4">
        <w:rPr>
          <w:noProof/>
          <w:color w:val="000000"/>
          <w:lang w:val="et-EE"/>
        </w:rPr>
        <w:t>m</w:t>
      </w:r>
      <w:r w:rsidRPr="009F67D4">
        <w:rPr>
          <w:noProof/>
          <w:color w:val="000000"/>
          <w:lang w:val="et-EE"/>
        </w:rPr>
        <w:t xml:space="preserve">üüja on piisavalt selgitanud kasvava metsa raieõiguse võõrandamisega seonduvate õigusaktide nõudeid ja </w:t>
      </w:r>
      <w:r w:rsidR="00C4129F" w:rsidRPr="009F67D4">
        <w:rPr>
          <w:noProof/>
          <w:color w:val="000000"/>
          <w:lang w:val="et-EE"/>
        </w:rPr>
        <w:t>o</w:t>
      </w:r>
      <w:r w:rsidRPr="009F67D4">
        <w:rPr>
          <w:noProof/>
          <w:color w:val="000000"/>
          <w:lang w:val="et-EE"/>
        </w:rPr>
        <w:t>stja mõistab nei</w:t>
      </w:r>
      <w:r w:rsidR="009E7097">
        <w:rPr>
          <w:noProof/>
          <w:color w:val="000000"/>
          <w:lang w:val="et-EE"/>
        </w:rPr>
        <w:t>d ning kohustub nõudeid täitma.</w:t>
      </w:r>
    </w:p>
    <w:p w14:paraId="36E188C8" w14:textId="77777777" w:rsidR="009E7097" w:rsidRDefault="00C15A32" w:rsidP="006555C9">
      <w:pPr>
        <w:pStyle w:val="Pealkiri21"/>
        <w:jc w:val="both"/>
        <w:rPr>
          <w:noProof/>
          <w:color w:val="000000"/>
          <w:lang w:val="et-EE"/>
        </w:rPr>
      </w:pPr>
      <w:r w:rsidRPr="009F67D4">
        <w:rPr>
          <w:noProof/>
          <w:color w:val="000000"/>
          <w:lang w:val="et-EE"/>
        </w:rPr>
        <w:lastRenderedPageBreak/>
        <w:t>Lepinguga seonduvaid eriarvamusi ja vaidlusi lahendavad pooled eelkõige läbirääkimiste teel. Kui lepingust tulenevaid vaidlusi ei õnnestu lahendada poolte läbirääkimistega, lahendatakse vaidlus kostja elu- või asukohajärgses kohtus.</w:t>
      </w:r>
    </w:p>
    <w:p w14:paraId="054938A0" w14:textId="77777777" w:rsidR="009E7097" w:rsidRPr="009E7097" w:rsidRDefault="00C4129F" w:rsidP="006555C9">
      <w:pPr>
        <w:pStyle w:val="Pealkiri21"/>
        <w:jc w:val="both"/>
        <w:rPr>
          <w:noProof/>
          <w:color w:val="000000"/>
          <w:lang w:val="et-EE"/>
        </w:rPr>
      </w:pPr>
      <w:r w:rsidRPr="009E7097">
        <w:rPr>
          <w:noProof/>
          <w:lang w:val="et-EE"/>
        </w:rPr>
        <w:t xml:space="preserve">Lepingu sõlmimisel on lepingul järgmised </w:t>
      </w:r>
      <w:r w:rsidR="009F67D4" w:rsidRPr="009E7097">
        <w:rPr>
          <w:noProof/>
          <w:lang w:val="et-EE"/>
        </w:rPr>
        <w:t>lisad</w:t>
      </w:r>
      <w:r w:rsidRPr="009E7097">
        <w:rPr>
          <w:noProof/>
          <w:lang w:val="et-EE"/>
        </w:rPr>
        <w:t>:</w:t>
      </w:r>
    </w:p>
    <w:p w14:paraId="650E0F0A" w14:textId="77777777" w:rsidR="009E7097" w:rsidRPr="009E7097" w:rsidRDefault="00C4129F" w:rsidP="006555C9">
      <w:pPr>
        <w:pStyle w:val="Pealkiri31"/>
        <w:jc w:val="both"/>
        <w:rPr>
          <w:b/>
          <w:noProof/>
          <w:lang w:val="et-EE"/>
        </w:rPr>
      </w:pPr>
      <w:r w:rsidRPr="009E7097">
        <w:rPr>
          <w:noProof/>
          <w:lang w:val="et-EE"/>
        </w:rPr>
        <w:t>Lisa 1</w:t>
      </w:r>
      <w:r w:rsidRPr="009E7097">
        <w:rPr>
          <w:noProof/>
          <w:lang w:val="et-EE"/>
        </w:rPr>
        <w:tab/>
        <w:t>„Raielangi üleandmise akt“;</w:t>
      </w:r>
      <w:r w:rsidRPr="009E7097">
        <w:rPr>
          <w:noProof/>
          <w:lang w:val="et-EE"/>
        </w:rPr>
        <w:tab/>
      </w:r>
    </w:p>
    <w:p w14:paraId="6763E652" w14:textId="748F3D38" w:rsidR="009E7097" w:rsidRPr="009E7097" w:rsidRDefault="00C4129F" w:rsidP="006555C9">
      <w:pPr>
        <w:pStyle w:val="Pealkiri31"/>
        <w:jc w:val="both"/>
        <w:rPr>
          <w:b/>
          <w:noProof/>
          <w:lang w:val="et-EE"/>
        </w:rPr>
      </w:pPr>
      <w:r w:rsidRPr="009E7097">
        <w:rPr>
          <w:noProof/>
          <w:lang w:val="et-EE"/>
        </w:rPr>
        <w:t>Lisa 2</w:t>
      </w:r>
      <w:r w:rsidRPr="009E7097">
        <w:rPr>
          <w:noProof/>
          <w:lang w:val="et-EE"/>
        </w:rPr>
        <w:tab/>
        <w:t>“Raielangi vastuvõtmise akt”</w:t>
      </w:r>
    </w:p>
    <w:p w14:paraId="7E87C302" w14:textId="77777777" w:rsidR="009E7097" w:rsidRPr="009E7097" w:rsidRDefault="00C4129F" w:rsidP="006555C9">
      <w:pPr>
        <w:pStyle w:val="Pealkiri31"/>
        <w:jc w:val="both"/>
        <w:rPr>
          <w:b/>
          <w:noProof/>
          <w:lang w:val="et-EE"/>
        </w:rPr>
      </w:pPr>
      <w:r w:rsidRPr="009E7097">
        <w:rPr>
          <w:noProof/>
          <w:lang w:val="et-EE"/>
        </w:rPr>
        <w:t>Lisa 3</w:t>
      </w:r>
      <w:r w:rsidRPr="009E7097">
        <w:rPr>
          <w:noProof/>
          <w:lang w:val="et-EE"/>
        </w:rPr>
        <w:tab/>
        <w:t>“</w:t>
      </w:r>
      <w:r w:rsidR="007A7619" w:rsidRPr="007A7619">
        <w:t xml:space="preserve"> </w:t>
      </w:r>
      <w:r w:rsidR="007A7619" w:rsidRPr="009E7097">
        <w:rPr>
          <w:noProof/>
          <w:lang w:val="et-EE"/>
        </w:rPr>
        <w:t>Raiutava ala asendiplaan</w:t>
      </w:r>
      <w:r w:rsidRPr="009E7097">
        <w:rPr>
          <w:noProof/>
          <w:lang w:val="et-EE"/>
        </w:rPr>
        <w:t>“.</w:t>
      </w:r>
    </w:p>
    <w:p w14:paraId="7871D811" w14:textId="77777777" w:rsidR="00B11332" w:rsidRPr="00643962" w:rsidRDefault="00B11332" w:rsidP="000E5CD4">
      <w:pPr>
        <w:pStyle w:val="Pealkiri21"/>
        <w:numPr>
          <w:ilvl w:val="0"/>
          <w:numId w:val="0"/>
        </w:numPr>
        <w:ind w:left="576"/>
        <w:jc w:val="both"/>
        <w:rPr>
          <w:b/>
          <w:noProof/>
          <w:lang w:val="et-EE"/>
        </w:rPr>
      </w:pPr>
    </w:p>
    <w:p w14:paraId="427AEA87" w14:textId="77777777" w:rsidR="00B11332" w:rsidRPr="000773E1" w:rsidRDefault="00EF632B" w:rsidP="001A5C46">
      <w:pPr>
        <w:pStyle w:val="Normaallaadveeb"/>
        <w:spacing w:after="240" w:afterAutospacing="0"/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</w:pPr>
      <w:r w:rsidRPr="000773E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  <w:lang w:val="et-EE"/>
        </w:rPr>
        <w:t>Poolte allkirjad</w:t>
      </w:r>
      <w:r w:rsidRPr="000773E1">
        <w:rPr>
          <w:rFonts w:ascii="Times New Roman" w:hAnsi="Times New Roman" w:cs="Times New Roman"/>
          <w:noProof/>
          <w:color w:val="000000"/>
          <w:sz w:val="24"/>
          <w:szCs w:val="24"/>
          <w:lang w:val="et-EE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62"/>
        <w:gridCol w:w="3478"/>
      </w:tblGrid>
      <w:tr w:rsidR="00EF632B" w:rsidRPr="009F67D4" w14:paraId="588D8F09" w14:textId="77777777"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00841BAE" w14:textId="77777777" w:rsidR="00B11332" w:rsidRPr="009F67D4" w:rsidRDefault="00EF632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r w:rsidRPr="009F67D4">
              <w:rPr>
                <w:b/>
                <w:noProof/>
                <w:color w:val="000000"/>
                <w:lang w:val="et-EE"/>
              </w:rPr>
              <w:t>Müüja</w:t>
            </w:r>
          </w:p>
          <w:p w14:paraId="6726A57F" w14:textId="2DD7D573" w:rsidR="009F67D4" w:rsidRPr="009F67D4" w:rsidRDefault="002E00D8" w:rsidP="00AB64B0">
            <w:pPr>
              <w:spacing w:after="240"/>
              <w:rPr>
                <w:b/>
                <w:noProof/>
                <w:color w:val="000000"/>
                <w:lang w:val="et-EE"/>
              </w:rPr>
            </w:pPr>
            <w:sdt>
              <w:sdtPr>
                <w:rPr>
                  <w:noProof/>
                  <w:color w:val="000000"/>
                  <w:lang w:val="et-EE"/>
                </w:rPr>
                <w:id w:val="2123798159"/>
                <w:placeholder>
                  <w:docPart w:val="9B46CA085ACC411CBB0B340F339E5171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B64B0" w:rsidRPr="00AB64B0">
                  <w:rPr>
                    <w:noProof/>
                    <w:color w:val="000000"/>
                    <w:lang w:val="et-EE"/>
                  </w:rPr>
                  <w:t>Riigimetsa Majandamise Keskus</w:t>
                </w:r>
              </w:sdtContent>
            </w:sdt>
          </w:p>
        </w:tc>
        <w:tc>
          <w:tcPr>
            <w:tcW w:w="0" w:type="auto"/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50A7D752" w14:textId="77777777" w:rsidR="00B11332" w:rsidRPr="009F67D4" w:rsidRDefault="00EF632B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r w:rsidRPr="009F67D4">
              <w:rPr>
                <w:b/>
                <w:noProof/>
                <w:color w:val="000000"/>
                <w:lang w:val="et-EE"/>
              </w:rPr>
              <w:t>Ostja</w:t>
            </w:r>
          </w:p>
          <w:p w14:paraId="51FC5674" w14:textId="7F26A9BE" w:rsidR="009F67D4" w:rsidRPr="009F67D4" w:rsidRDefault="002E00D8" w:rsidP="001A5C46">
            <w:pPr>
              <w:spacing w:after="240"/>
              <w:rPr>
                <w:b/>
                <w:noProof/>
                <w:color w:val="000000"/>
                <w:lang w:val="et-EE"/>
              </w:rPr>
            </w:pPr>
            <w:sdt>
              <w:sdtPr>
                <w:id w:val="1399559925"/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AB64B0">
                  <w:t>Triovara Halduse OÜ</w:t>
                </w:r>
              </w:sdtContent>
            </w:sdt>
          </w:p>
        </w:tc>
      </w:tr>
    </w:tbl>
    <w:p w14:paraId="5F9817E8" w14:textId="77481C0A" w:rsidR="00AB64B0" w:rsidRDefault="00AB64B0" w:rsidP="00AB64B0">
      <w:r>
        <w:t xml:space="preserve"> Aivo Akkus</w:t>
      </w:r>
      <w:r w:rsidR="00B11332">
        <w:tab/>
      </w:r>
      <w:r w:rsidR="00B11332">
        <w:tab/>
      </w:r>
      <w:r>
        <w:tab/>
      </w:r>
      <w:r>
        <w:tab/>
      </w:r>
      <w:r>
        <w:tab/>
      </w:r>
      <w:r>
        <w:tab/>
        <w:t xml:space="preserve">   Karl Raatpalu</w:t>
      </w:r>
    </w:p>
    <w:p w14:paraId="1C180B73" w14:textId="77777777" w:rsidR="00AB64B0" w:rsidRDefault="00AB64B0" w:rsidP="00AB64B0"/>
    <w:p w14:paraId="263EB17B" w14:textId="5F97B6D9" w:rsidR="00AB64B0" w:rsidRPr="00AB64B0" w:rsidRDefault="00AB64B0" w:rsidP="00AB64B0">
      <w:pPr>
        <w:rPr>
          <w:i/>
          <w:iCs/>
        </w:rPr>
      </w:pPr>
      <w:r>
        <w:rPr>
          <w:i/>
          <w:iCs/>
        </w:rPr>
        <w:t>/a</w:t>
      </w:r>
      <w:r w:rsidRPr="00AB64B0">
        <w:rPr>
          <w:i/>
          <w:iCs/>
        </w:rPr>
        <w:t>llkirjastatud digitaalselt</w:t>
      </w:r>
      <w:r>
        <w:rPr>
          <w:i/>
          <w:iCs/>
        </w:rPr>
        <w:t>/</w:t>
      </w:r>
      <w:r w:rsidRPr="00AB64B0">
        <w:rPr>
          <w:i/>
          <w:iCs/>
        </w:rPr>
        <w:t xml:space="preserve">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/a</w:t>
      </w:r>
      <w:r w:rsidRPr="00AB64B0">
        <w:rPr>
          <w:i/>
          <w:iCs/>
        </w:rPr>
        <w:t>llkirjastatud digitaalselt</w:t>
      </w:r>
      <w:r>
        <w:rPr>
          <w:i/>
          <w:iCs/>
        </w:rPr>
        <w:t>/</w:t>
      </w:r>
      <w:r w:rsidRPr="00AB64B0">
        <w:rPr>
          <w:i/>
          <w:iCs/>
        </w:rPr>
        <w:t xml:space="preserve"> </w:t>
      </w:r>
    </w:p>
    <w:p w14:paraId="6CE588F6" w14:textId="4E2B8989" w:rsidR="00AB64B0" w:rsidRPr="00AB64B0" w:rsidRDefault="00AB64B0" w:rsidP="00AB64B0">
      <w:pPr>
        <w:rPr>
          <w:i/>
          <w:iCs/>
        </w:rPr>
      </w:pPr>
    </w:p>
    <w:p w14:paraId="211BA89C" w14:textId="77777777" w:rsidR="00AB64B0" w:rsidRDefault="00AB64B0" w:rsidP="00AB64B0"/>
    <w:p w14:paraId="178245D6" w14:textId="77777777" w:rsidR="00AB64B0" w:rsidRPr="000773E1" w:rsidRDefault="00AB64B0" w:rsidP="00AB64B0">
      <w:pPr>
        <w:rPr>
          <w:noProof/>
          <w:lang w:val="et-EE"/>
        </w:rPr>
      </w:pPr>
    </w:p>
    <w:sectPr w:rsidR="00AB64B0" w:rsidRPr="000773E1" w:rsidSect="00CD115B">
      <w:type w:val="continuous"/>
      <w:pgSz w:w="12240" w:h="15840"/>
      <w:pgMar w:top="1440" w:right="1800" w:bottom="426" w:left="1800" w:header="720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414F5" w14:textId="77777777" w:rsidR="00CD115B" w:rsidRDefault="00CD115B">
      <w:r>
        <w:separator/>
      </w:r>
    </w:p>
  </w:endnote>
  <w:endnote w:type="continuationSeparator" w:id="0">
    <w:p w14:paraId="66F3BBD7" w14:textId="77777777" w:rsidR="00CD115B" w:rsidRDefault="00CD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80A4A" w14:textId="77777777" w:rsidR="00CD115B" w:rsidRDefault="00CD115B">
      <w:r>
        <w:separator/>
      </w:r>
    </w:p>
  </w:footnote>
  <w:footnote w:type="continuationSeparator" w:id="0">
    <w:p w14:paraId="16D0AFBA" w14:textId="77777777" w:rsidR="00CD115B" w:rsidRDefault="00CD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3E41C" w14:textId="77777777" w:rsidR="007709B6" w:rsidRDefault="007709B6">
    <w:pPr>
      <w:pStyle w:val="Pis"/>
      <w:jc w:val="center"/>
    </w:pPr>
  </w:p>
  <w:p w14:paraId="0412F9DD" w14:textId="77777777" w:rsidR="007709B6" w:rsidRDefault="007709B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E333F"/>
    <w:multiLevelType w:val="multilevel"/>
    <w:tmpl w:val="B660FB4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3A017C8E"/>
    <w:multiLevelType w:val="hybridMultilevel"/>
    <w:tmpl w:val="C302A56A"/>
    <w:lvl w:ilvl="0" w:tplc="E4ECD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72181"/>
    <w:multiLevelType w:val="multilevel"/>
    <w:tmpl w:val="3C30664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CF06AE7"/>
    <w:multiLevelType w:val="multilevel"/>
    <w:tmpl w:val="BC26A56A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A3D7CC9"/>
    <w:multiLevelType w:val="multilevel"/>
    <w:tmpl w:val="1FD0E93C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902860518">
    <w:abstractNumId w:val="2"/>
  </w:num>
  <w:num w:numId="2" w16cid:durableId="809130074">
    <w:abstractNumId w:val="1"/>
  </w:num>
  <w:num w:numId="3" w16cid:durableId="1889878689">
    <w:abstractNumId w:val="4"/>
  </w:num>
  <w:num w:numId="4" w16cid:durableId="1485664852">
    <w:abstractNumId w:val="0"/>
  </w:num>
  <w:num w:numId="5" w16cid:durableId="11088192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1C"/>
    <w:rsid w:val="00012A51"/>
    <w:rsid w:val="00024178"/>
    <w:rsid w:val="00073022"/>
    <w:rsid w:val="000773E1"/>
    <w:rsid w:val="000840AC"/>
    <w:rsid w:val="00092CF6"/>
    <w:rsid w:val="000C67CF"/>
    <w:rsid w:val="000E5CD4"/>
    <w:rsid w:val="000F1F13"/>
    <w:rsid w:val="001256F3"/>
    <w:rsid w:val="00182EA0"/>
    <w:rsid w:val="001935B1"/>
    <w:rsid w:val="001A5C46"/>
    <w:rsid w:val="001C7E23"/>
    <w:rsid w:val="001D64E5"/>
    <w:rsid w:val="001E5687"/>
    <w:rsid w:val="00273256"/>
    <w:rsid w:val="00286C48"/>
    <w:rsid w:val="002E00D8"/>
    <w:rsid w:val="00322248"/>
    <w:rsid w:val="00332775"/>
    <w:rsid w:val="003624F9"/>
    <w:rsid w:val="00380B5C"/>
    <w:rsid w:val="00392DA8"/>
    <w:rsid w:val="003A19A1"/>
    <w:rsid w:val="003F5043"/>
    <w:rsid w:val="0040214F"/>
    <w:rsid w:val="00403318"/>
    <w:rsid w:val="00403338"/>
    <w:rsid w:val="00403AE6"/>
    <w:rsid w:val="00403F47"/>
    <w:rsid w:val="004050DC"/>
    <w:rsid w:val="00412295"/>
    <w:rsid w:val="0045180A"/>
    <w:rsid w:val="00473B4F"/>
    <w:rsid w:val="004B660D"/>
    <w:rsid w:val="004F45A9"/>
    <w:rsid w:val="00506529"/>
    <w:rsid w:val="00544767"/>
    <w:rsid w:val="00601B90"/>
    <w:rsid w:val="00601EED"/>
    <w:rsid w:val="00636E61"/>
    <w:rsid w:val="00643962"/>
    <w:rsid w:val="00652FAD"/>
    <w:rsid w:val="00655153"/>
    <w:rsid w:val="006555C9"/>
    <w:rsid w:val="0065689E"/>
    <w:rsid w:val="00681A00"/>
    <w:rsid w:val="00687DEA"/>
    <w:rsid w:val="006A1C5A"/>
    <w:rsid w:val="006C2A02"/>
    <w:rsid w:val="006E2178"/>
    <w:rsid w:val="006E541B"/>
    <w:rsid w:val="0070179E"/>
    <w:rsid w:val="007075FB"/>
    <w:rsid w:val="007107AD"/>
    <w:rsid w:val="007226DF"/>
    <w:rsid w:val="00755864"/>
    <w:rsid w:val="00757C3F"/>
    <w:rsid w:val="007709B6"/>
    <w:rsid w:val="007A7619"/>
    <w:rsid w:val="007F0830"/>
    <w:rsid w:val="007F0F66"/>
    <w:rsid w:val="007F499C"/>
    <w:rsid w:val="00840043"/>
    <w:rsid w:val="0085156E"/>
    <w:rsid w:val="00861EE1"/>
    <w:rsid w:val="008931BB"/>
    <w:rsid w:val="00893727"/>
    <w:rsid w:val="008C1B4F"/>
    <w:rsid w:val="008E04C0"/>
    <w:rsid w:val="008F3254"/>
    <w:rsid w:val="00905590"/>
    <w:rsid w:val="00905DE4"/>
    <w:rsid w:val="009872D2"/>
    <w:rsid w:val="009C75BB"/>
    <w:rsid w:val="009E7097"/>
    <w:rsid w:val="009F67D4"/>
    <w:rsid w:val="00A0663D"/>
    <w:rsid w:val="00A15397"/>
    <w:rsid w:val="00A80D7D"/>
    <w:rsid w:val="00A83533"/>
    <w:rsid w:val="00AA4E86"/>
    <w:rsid w:val="00AB64B0"/>
    <w:rsid w:val="00AC0C95"/>
    <w:rsid w:val="00AC540D"/>
    <w:rsid w:val="00AD351C"/>
    <w:rsid w:val="00AD39D1"/>
    <w:rsid w:val="00AD4C0B"/>
    <w:rsid w:val="00AE7538"/>
    <w:rsid w:val="00AF6B1B"/>
    <w:rsid w:val="00AF6DF3"/>
    <w:rsid w:val="00B0415A"/>
    <w:rsid w:val="00B11332"/>
    <w:rsid w:val="00B27A28"/>
    <w:rsid w:val="00B33654"/>
    <w:rsid w:val="00B76E8D"/>
    <w:rsid w:val="00B940AB"/>
    <w:rsid w:val="00BE55E9"/>
    <w:rsid w:val="00BE7BB8"/>
    <w:rsid w:val="00C15537"/>
    <w:rsid w:val="00C15A32"/>
    <w:rsid w:val="00C4129F"/>
    <w:rsid w:val="00C504AE"/>
    <w:rsid w:val="00C85452"/>
    <w:rsid w:val="00C97489"/>
    <w:rsid w:val="00CD115B"/>
    <w:rsid w:val="00CD5206"/>
    <w:rsid w:val="00D25B02"/>
    <w:rsid w:val="00D60C92"/>
    <w:rsid w:val="00D61D74"/>
    <w:rsid w:val="00D6203F"/>
    <w:rsid w:val="00D64EF2"/>
    <w:rsid w:val="00D719EC"/>
    <w:rsid w:val="00D71C5B"/>
    <w:rsid w:val="00DB225E"/>
    <w:rsid w:val="00DF4FC1"/>
    <w:rsid w:val="00E04C0C"/>
    <w:rsid w:val="00E134FF"/>
    <w:rsid w:val="00E527EA"/>
    <w:rsid w:val="00E85495"/>
    <w:rsid w:val="00EB09BC"/>
    <w:rsid w:val="00EC767F"/>
    <w:rsid w:val="00EF632B"/>
    <w:rsid w:val="00F31508"/>
    <w:rsid w:val="00F57666"/>
    <w:rsid w:val="00F96064"/>
    <w:rsid w:val="00FE21D6"/>
    <w:rsid w:val="00FE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80A473"/>
  <w15:docId w15:val="{85812AA1-5A1A-4A87-8038-F7DECA9A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paragraph" w:styleId="Pealkiri1">
    <w:name w:val="heading 1"/>
    <w:basedOn w:val="Normaallaad"/>
    <w:qFormat/>
    <w:pPr>
      <w:spacing w:before="100" w:beforeAutospacing="1" w:after="100" w:afterAutospacing="1"/>
      <w:outlineLvl w:val="0"/>
    </w:pPr>
    <w:rPr>
      <w:rFonts w:ascii="Arial bold" w:hAnsi="Arial bold"/>
      <w:b/>
      <w:bCs/>
      <w:kern w:val="36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styleId="Jalus">
    <w:name w:val="footer"/>
    <w:basedOn w:val="Normaallaad"/>
    <w:pPr>
      <w:tabs>
        <w:tab w:val="center" w:pos="4320"/>
        <w:tab w:val="right" w:pos="8640"/>
      </w:tabs>
    </w:pPr>
    <w:rPr>
      <w:rFonts w:ascii="Arial" w:hAnsi="Arial" w:cs="Arial"/>
    </w:rPr>
  </w:style>
  <w:style w:type="paragraph" w:styleId="Pis">
    <w:name w:val="header"/>
    <w:basedOn w:val="Normaallaad"/>
    <w:link w:val="PisMrk"/>
    <w:uiPriority w:val="99"/>
    <w:pPr>
      <w:tabs>
        <w:tab w:val="center" w:pos="4320"/>
        <w:tab w:val="right" w:pos="8640"/>
      </w:tabs>
    </w:pPr>
  </w:style>
  <w:style w:type="paragraph" w:customStyle="1" w:styleId="modify">
    <w:name w:val="modify"/>
    <w:basedOn w:val="Normaallaad"/>
    <w:pPr>
      <w:spacing w:before="100" w:beforeAutospacing="1" w:after="100" w:afterAutospacing="1"/>
    </w:pPr>
    <w:rPr>
      <w:rFonts w:ascii="Arial" w:hAnsi="Arial" w:cs="Arial"/>
      <w:color w:val="0000FF"/>
      <w:sz w:val="20"/>
      <w:szCs w:val="20"/>
    </w:rPr>
  </w:style>
  <w:style w:type="paragraph" w:customStyle="1" w:styleId="bottomalign">
    <w:name w:val="bottomalign"/>
    <w:basedOn w:val="Normaallaad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styleId="Lihttekst">
    <w:name w:val="Plain Text"/>
    <w:basedOn w:val="Normaallaad"/>
    <w:link w:val="LihttekstMrk"/>
    <w:uiPriority w:val="99"/>
    <w:unhideWhenUsed/>
    <w:rsid w:val="00BE55E9"/>
    <w:rPr>
      <w:rFonts w:ascii="Calibri" w:eastAsia="Calibri" w:hAnsi="Calibri"/>
      <w:sz w:val="22"/>
      <w:szCs w:val="21"/>
      <w:lang w:val="et-EE"/>
    </w:rPr>
  </w:style>
  <w:style w:type="character" w:customStyle="1" w:styleId="LihttekstMrk">
    <w:name w:val="Lihttekst Märk"/>
    <w:link w:val="Lihttekst"/>
    <w:uiPriority w:val="99"/>
    <w:rsid w:val="00BE55E9"/>
    <w:rPr>
      <w:rFonts w:ascii="Calibri" w:eastAsia="Calibri" w:hAnsi="Calibri"/>
      <w:sz w:val="22"/>
      <w:szCs w:val="21"/>
      <w:lang w:eastAsia="en-US"/>
    </w:rPr>
  </w:style>
  <w:style w:type="character" w:customStyle="1" w:styleId="PisMrk">
    <w:name w:val="Päis Märk"/>
    <w:link w:val="Pis"/>
    <w:uiPriority w:val="99"/>
    <w:rsid w:val="007709B6"/>
    <w:rPr>
      <w:sz w:val="24"/>
      <w:szCs w:val="24"/>
      <w:lang w:val="en-US" w:eastAsia="en-US"/>
    </w:rPr>
  </w:style>
  <w:style w:type="paragraph" w:styleId="Pealdis">
    <w:name w:val="caption"/>
    <w:basedOn w:val="Normaallaad"/>
    <w:next w:val="Normaallaad"/>
    <w:qFormat/>
    <w:rsid w:val="007709B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  <w:lang w:val="et-EE"/>
    </w:rPr>
  </w:style>
  <w:style w:type="character" w:styleId="Hperlink">
    <w:name w:val="Hyperlink"/>
    <w:basedOn w:val="Liguvaikefont"/>
    <w:rsid w:val="00C15A32"/>
    <w:rPr>
      <w:color w:val="0000FF" w:themeColor="hyperlink"/>
      <w:u w:val="single"/>
    </w:rPr>
  </w:style>
  <w:style w:type="character" w:styleId="Kohatitetekst">
    <w:name w:val="Placeholder Text"/>
    <w:basedOn w:val="Liguvaikefont"/>
    <w:uiPriority w:val="99"/>
    <w:semiHidden/>
    <w:rsid w:val="001A5C46"/>
    <w:rPr>
      <w:color w:val="808080"/>
    </w:rPr>
  </w:style>
  <w:style w:type="paragraph" w:styleId="Jutumullitekst">
    <w:name w:val="Balloon Text"/>
    <w:basedOn w:val="Normaallaad"/>
    <w:link w:val="JutumullitekstMrk"/>
    <w:semiHidden/>
    <w:unhideWhenUsed/>
    <w:rsid w:val="000840A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0840AC"/>
    <w:rPr>
      <w:rFonts w:ascii="Tahoma" w:hAnsi="Tahoma" w:cs="Tahoma"/>
      <w:sz w:val="16"/>
      <w:szCs w:val="16"/>
      <w:lang w:val="en-US" w:eastAsia="en-US"/>
    </w:rPr>
  </w:style>
  <w:style w:type="character" w:styleId="Kommentaariviide">
    <w:name w:val="annotation reference"/>
    <w:basedOn w:val="Liguvaikefont"/>
    <w:uiPriority w:val="99"/>
    <w:rsid w:val="0054476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rsid w:val="00544767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44767"/>
    <w:rPr>
      <w:lang w:eastAsia="en-US"/>
    </w:rPr>
  </w:style>
  <w:style w:type="paragraph" w:customStyle="1" w:styleId="Pealkiri11">
    <w:name w:val="Pealkiri 11"/>
    <w:basedOn w:val="Normaallaad"/>
    <w:rsid w:val="00D719EC"/>
    <w:pPr>
      <w:numPr>
        <w:numId w:val="3"/>
      </w:numPr>
    </w:pPr>
  </w:style>
  <w:style w:type="paragraph" w:customStyle="1" w:styleId="Pealkiri21">
    <w:name w:val="Pealkiri 21"/>
    <w:basedOn w:val="Normaallaad"/>
    <w:rsid w:val="00D719EC"/>
    <w:pPr>
      <w:numPr>
        <w:ilvl w:val="1"/>
        <w:numId w:val="3"/>
      </w:numPr>
    </w:pPr>
  </w:style>
  <w:style w:type="paragraph" w:customStyle="1" w:styleId="Pealkiri31">
    <w:name w:val="Pealkiri 31"/>
    <w:basedOn w:val="Normaallaad"/>
    <w:rsid w:val="00D719EC"/>
    <w:pPr>
      <w:numPr>
        <w:ilvl w:val="2"/>
        <w:numId w:val="3"/>
      </w:numPr>
    </w:pPr>
  </w:style>
  <w:style w:type="paragraph" w:customStyle="1" w:styleId="Pealkiri41">
    <w:name w:val="Pealkiri 41"/>
    <w:basedOn w:val="Normaallaad"/>
    <w:rsid w:val="00D719EC"/>
    <w:pPr>
      <w:numPr>
        <w:ilvl w:val="3"/>
        <w:numId w:val="3"/>
      </w:numPr>
    </w:pPr>
  </w:style>
  <w:style w:type="paragraph" w:customStyle="1" w:styleId="Pealkiri51">
    <w:name w:val="Pealkiri 51"/>
    <w:basedOn w:val="Normaallaad"/>
    <w:rsid w:val="00D719EC"/>
    <w:pPr>
      <w:numPr>
        <w:ilvl w:val="4"/>
        <w:numId w:val="3"/>
      </w:numPr>
    </w:pPr>
  </w:style>
  <w:style w:type="paragraph" w:customStyle="1" w:styleId="Pealkiri61">
    <w:name w:val="Pealkiri 61"/>
    <w:basedOn w:val="Normaallaad"/>
    <w:rsid w:val="00D719EC"/>
    <w:pPr>
      <w:numPr>
        <w:ilvl w:val="5"/>
        <w:numId w:val="3"/>
      </w:numPr>
    </w:pPr>
  </w:style>
  <w:style w:type="paragraph" w:customStyle="1" w:styleId="Pealkiri71">
    <w:name w:val="Pealkiri 71"/>
    <w:basedOn w:val="Normaallaad"/>
    <w:rsid w:val="00D719EC"/>
    <w:pPr>
      <w:numPr>
        <w:ilvl w:val="6"/>
        <w:numId w:val="3"/>
      </w:numPr>
    </w:pPr>
  </w:style>
  <w:style w:type="paragraph" w:customStyle="1" w:styleId="Pealkiri81">
    <w:name w:val="Pealkiri 81"/>
    <w:basedOn w:val="Normaallaad"/>
    <w:rsid w:val="00D719EC"/>
    <w:pPr>
      <w:numPr>
        <w:ilvl w:val="7"/>
        <w:numId w:val="3"/>
      </w:numPr>
    </w:pPr>
  </w:style>
  <w:style w:type="paragraph" w:customStyle="1" w:styleId="Pealkiri91">
    <w:name w:val="Pealkiri 91"/>
    <w:basedOn w:val="Normaallaad"/>
    <w:rsid w:val="00D719EC"/>
    <w:pPr>
      <w:numPr>
        <w:ilvl w:val="8"/>
        <w:numId w:val="3"/>
      </w:numPr>
    </w:pPr>
  </w:style>
  <w:style w:type="character" w:customStyle="1" w:styleId="body-0020text-0020indent">
    <w:name w:val="body-0020text-0020indent"/>
    <w:basedOn w:val="Liguvaikefont"/>
    <w:rsid w:val="00FE4B7E"/>
  </w:style>
  <w:style w:type="paragraph" w:styleId="Loendilik">
    <w:name w:val="List Paragraph"/>
    <w:basedOn w:val="Normaallaad"/>
    <w:uiPriority w:val="34"/>
    <w:qFormat/>
    <w:rsid w:val="00FE4B7E"/>
    <w:pPr>
      <w:ind w:left="720"/>
      <w:contextualSpacing/>
    </w:pPr>
    <w:rPr>
      <w:lang w:val="et-EE" w:eastAsia="et-EE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unhideWhenUsed/>
    <w:rsid w:val="00FE4B7E"/>
    <w:rPr>
      <w:b/>
      <w:bCs/>
      <w:lang w:val="en-US"/>
    </w:rPr>
  </w:style>
  <w:style w:type="character" w:customStyle="1" w:styleId="KommentaariteemaMrk">
    <w:name w:val="Kommentaari teema Märk"/>
    <w:basedOn w:val="KommentaaritekstMrk"/>
    <w:link w:val="Kommentaariteema"/>
    <w:semiHidden/>
    <w:rsid w:val="00FE4B7E"/>
    <w:rPr>
      <w:b/>
      <w:bCs/>
      <w:lang w:val="en-US" w:eastAsia="en-US"/>
    </w:rPr>
  </w:style>
  <w:style w:type="table" w:styleId="Kontuurtabel">
    <w:name w:val="Table Grid"/>
    <w:basedOn w:val="Normaaltabel"/>
    <w:rsid w:val="00B27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473B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35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mk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rlraatpalu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kasvava%20metsa%20raie&#245;iguse%20v&#245;&#245;randamise%20leping%20ak%20m&#228;rkeg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E979AF7B47C4A7CBF4C8B8DD9278F4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C7294F-BD75-4A04-9BAF-7D4A44EACA27}"/>
      </w:docPartPr>
      <w:docPartBody>
        <w:p w:rsidR="00C73022" w:rsidRDefault="00C73022">
          <w:pPr>
            <w:pStyle w:val="1E979AF7B47C4A7CBF4C8B8DD9278F47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2ED9EEDF1AD450C9A0E7BF41151FB1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4FDB053-D04B-411B-A393-D2C66E4A84F7}"/>
      </w:docPartPr>
      <w:docPartBody>
        <w:p w:rsidR="00C73022" w:rsidRDefault="00C73022">
          <w:pPr>
            <w:pStyle w:val="92ED9EEDF1AD450C9A0E7BF41151FB1F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248EBAE10C5D4585AC81EAC9AAEB86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16DB93-608E-420C-AECB-9C70F6AD814B}"/>
      </w:docPartPr>
      <w:docPartBody>
        <w:p w:rsidR="00C73022" w:rsidRDefault="00C73022">
          <w:pPr>
            <w:pStyle w:val="248EBAE10C5D4585AC81EAC9AAEB860E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B46CA085ACC411CBB0B340F339E51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4D46390-7603-4368-8036-9EE3E36F6D57}"/>
      </w:docPartPr>
      <w:docPartBody>
        <w:p w:rsidR="00C73022" w:rsidRDefault="00C73022">
          <w:pPr>
            <w:pStyle w:val="9B46CA085ACC411CBB0B340F339E5171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06"/>
    <w:rsid w:val="00105806"/>
    <w:rsid w:val="00C7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1E979AF7B47C4A7CBF4C8B8DD9278F47">
    <w:name w:val="1E979AF7B47C4A7CBF4C8B8DD9278F47"/>
  </w:style>
  <w:style w:type="paragraph" w:customStyle="1" w:styleId="92ED9EEDF1AD450C9A0E7BF41151FB1F">
    <w:name w:val="92ED9EEDF1AD450C9A0E7BF41151FB1F"/>
  </w:style>
  <w:style w:type="paragraph" w:customStyle="1" w:styleId="248EBAE10C5D4585AC81EAC9AAEB860E">
    <w:name w:val="248EBAE10C5D4585AC81EAC9AAEB860E"/>
  </w:style>
  <w:style w:type="paragraph" w:customStyle="1" w:styleId="9B46CA085ACC411CBB0B340F339E5171">
    <w:name w:val="9B46CA085ACC411CBB0B340F339E51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0B25C-5084-4D2F-B04B-1C07F19B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kasvava metsa raieõiguse võõrandamise leping ak märkega</Template>
  <TotalTime>58</TotalTime>
  <Pages>4</Pages>
  <Words>879</Words>
  <Characters>5840</Characters>
  <Application>Microsoft Office Word</Application>
  <DocSecurity>0</DocSecurity>
  <Lines>48</Lines>
  <Paragraphs>13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Kasvava metsa võõrandamise leping</vt:lpstr>
      <vt:lpstr>Kasvava metsa võõrandamise leping</vt:lpstr>
      <vt:lpstr>Kasvava metsa võõrandamise leping</vt:lpstr>
    </vt:vector>
  </TitlesOfParts>
  <Company>RMK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Kasvava metsa võõrandamise leping</dc:title>
  <dc:creator>Ulvar Kaubi</dc:creator>
  <cp:lastModifiedBy>Aivo Akkus</cp:lastModifiedBy>
  <cp:revision>10</cp:revision>
  <cp:lastPrinted>2013-09-18T09:03:00Z</cp:lastPrinted>
  <dcterms:created xsi:type="dcterms:W3CDTF">2024-01-22T06:55:00Z</dcterms:created>
  <dcterms:modified xsi:type="dcterms:W3CDTF">2024-01-25T11:01:00Z</dcterms:modified>
</cp:coreProperties>
</file>